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325"/>
      </w:tblGrid>
      <w:tr w:rsidR="003944B7" w:rsidRPr="00453A51" w14:paraId="5FC4331A" w14:textId="77777777" w:rsidTr="00D064D1">
        <w:trPr>
          <w:trHeight w:val="743"/>
        </w:trPr>
        <w:tc>
          <w:tcPr>
            <w:tcW w:w="6521" w:type="dxa"/>
          </w:tcPr>
          <w:p w14:paraId="6FD89557" w14:textId="77777777" w:rsidR="003944B7" w:rsidRPr="00453A51" w:rsidRDefault="003944B7" w:rsidP="003944B7">
            <w:pPr>
              <w:pStyle w:val="Recipient"/>
              <w:rPr>
                <w:rFonts w:cstheme="minorHAnsi"/>
                <w:sz w:val="22"/>
              </w:rPr>
            </w:pPr>
          </w:p>
        </w:tc>
        <w:tc>
          <w:tcPr>
            <w:tcW w:w="2325" w:type="dxa"/>
            <w:vMerge w:val="restart"/>
          </w:tcPr>
          <w:p w14:paraId="62E62796" w14:textId="77777777" w:rsidR="003944B7" w:rsidRPr="00453A51" w:rsidRDefault="008A6B0B" w:rsidP="00DA1E29">
            <w:pPr>
              <w:pStyle w:val="Sender"/>
              <w:jc w:val="right"/>
              <w:rPr>
                <w:rFonts w:cstheme="minorHAnsi"/>
                <w:sz w:val="22"/>
              </w:rPr>
            </w:pPr>
            <w:r w:rsidRPr="00453A51">
              <w:rPr>
                <w:rFonts w:cstheme="minorHAnsi"/>
                <w:sz w:val="22"/>
              </w:rPr>
              <w:t>Nortal AS</w:t>
            </w:r>
          </w:p>
          <w:p w14:paraId="32897E6F" w14:textId="77777777" w:rsidR="008A6B0B" w:rsidRPr="00453A51" w:rsidRDefault="008A6B0B" w:rsidP="00DA1E29">
            <w:pPr>
              <w:pStyle w:val="Sender"/>
              <w:jc w:val="right"/>
              <w:rPr>
                <w:rFonts w:cstheme="minorHAnsi"/>
                <w:sz w:val="22"/>
              </w:rPr>
            </w:pPr>
            <w:r w:rsidRPr="00453A51">
              <w:rPr>
                <w:rFonts w:cstheme="minorHAnsi"/>
                <w:sz w:val="22"/>
              </w:rPr>
              <w:t>Lõõtsa 6C</w:t>
            </w:r>
          </w:p>
        </w:tc>
      </w:tr>
      <w:tr w:rsidR="003944B7" w:rsidRPr="002806E7" w14:paraId="5C241FD1" w14:textId="77777777" w:rsidTr="00D064D1">
        <w:trPr>
          <w:trHeight w:val="742"/>
        </w:trPr>
        <w:tc>
          <w:tcPr>
            <w:tcW w:w="6521" w:type="dxa"/>
            <w:tcMar>
              <w:bottom w:w="284" w:type="dxa"/>
            </w:tcMar>
          </w:tcPr>
          <w:p w14:paraId="04E950EE" w14:textId="77777777" w:rsidR="003944B7" w:rsidRPr="00CB00B3" w:rsidRDefault="008A6B0B" w:rsidP="003944B7">
            <w:pPr>
              <w:pStyle w:val="Recipient"/>
              <w:rPr>
                <w:rFonts w:cstheme="minorHAnsi"/>
                <w:sz w:val="22"/>
                <w:lang w:val="fi-FI"/>
              </w:rPr>
            </w:pPr>
            <w:r w:rsidRPr="00CB00B3">
              <w:rPr>
                <w:rFonts w:cstheme="minorHAnsi"/>
                <w:sz w:val="22"/>
                <w:lang w:val="fi-FI"/>
              </w:rPr>
              <w:t>Tervise ja Heaolu Infosüsteemide Keskus</w:t>
            </w:r>
          </w:p>
          <w:p w14:paraId="05D25DD5" w14:textId="39D64DC8" w:rsidR="008A6B0B" w:rsidRPr="00CB00B3" w:rsidRDefault="00CB00B3" w:rsidP="003944B7">
            <w:pPr>
              <w:pStyle w:val="Recipient"/>
              <w:rPr>
                <w:rFonts w:cstheme="minorHAnsi"/>
                <w:sz w:val="22"/>
                <w:lang w:val="fi-FI"/>
              </w:rPr>
            </w:pPr>
            <w:r>
              <w:rPr>
                <w:rFonts w:cstheme="minorHAnsi"/>
                <w:sz w:val="22"/>
                <w:lang w:val="fi-FI"/>
              </w:rPr>
              <w:t>Ott Mihailov</w:t>
            </w:r>
          </w:p>
        </w:tc>
        <w:tc>
          <w:tcPr>
            <w:tcW w:w="2325" w:type="dxa"/>
            <w:vMerge/>
            <w:tcMar>
              <w:bottom w:w="284" w:type="dxa"/>
            </w:tcMar>
          </w:tcPr>
          <w:p w14:paraId="72665DA9" w14:textId="77777777" w:rsidR="003944B7" w:rsidRPr="00CB00B3" w:rsidRDefault="003944B7" w:rsidP="008249CF">
            <w:pPr>
              <w:pStyle w:val="Recipient"/>
              <w:rPr>
                <w:rFonts w:cstheme="minorHAnsi"/>
                <w:sz w:val="22"/>
                <w:lang w:val="fi-FI"/>
              </w:rPr>
            </w:pPr>
          </w:p>
        </w:tc>
      </w:tr>
    </w:tbl>
    <w:p w14:paraId="3C93C39F" w14:textId="77777777" w:rsidR="003944B7" w:rsidRPr="00CB00B3" w:rsidRDefault="003944B7" w:rsidP="00D064D1">
      <w:pPr>
        <w:rPr>
          <w:rFonts w:cstheme="minorHAnsi"/>
          <w:lang w:val="fi-FI"/>
        </w:rPr>
      </w:pPr>
    </w:p>
    <w:p w14:paraId="0BC48A27" w14:textId="65E2410E" w:rsidR="006017B4" w:rsidRDefault="00B94F9D" w:rsidP="00C90A75">
      <w:pPr>
        <w:pStyle w:val="Default"/>
        <w:rPr>
          <w:rFonts w:cstheme="minorHAnsi"/>
          <w:b/>
          <w:bCs/>
        </w:rPr>
      </w:pPr>
      <w:r w:rsidRPr="00453A51">
        <w:rPr>
          <w:rFonts w:cstheme="minorHAnsi"/>
          <w:b/>
          <w:bCs/>
        </w:rPr>
        <w:t xml:space="preserve">PAKKUMUS </w:t>
      </w:r>
      <w:r w:rsidRPr="00453A51">
        <w:rPr>
          <w:rFonts w:cstheme="minorHAnsi"/>
          <w:b/>
          <w:bCs/>
        </w:rPr>
        <w:br/>
      </w:r>
      <w:r w:rsidR="00085488" w:rsidRPr="00934D5C">
        <w:rPr>
          <w:b/>
          <w:bCs/>
        </w:rPr>
        <w:t>„</w:t>
      </w:r>
      <w:r w:rsidR="00FA4302">
        <w:rPr>
          <w:b/>
          <w:bCs/>
        </w:rPr>
        <w:t xml:space="preserve">SKAIS2 </w:t>
      </w:r>
      <w:r w:rsidR="00294566" w:rsidRPr="00975CB4">
        <w:rPr>
          <w:rStyle w:val="Strong"/>
          <w:rFonts w:ascii="Raleway" w:hAnsi="Raleway"/>
          <w:color w:val="000000" w:themeColor="text1"/>
        </w:rPr>
        <w:t>peretoetuste loogika muudatused</w:t>
      </w:r>
      <w:r w:rsidR="00934D5C" w:rsidRPr="00934D5C">
        <w:rPr>
          <w:b/>
          <w:bCs/>
        </w:rPr>
        <w:t>“</w:t>
      </w:r>
      <w:r w:rsidR="002548E3" w:rsidRPr="00934D5C">
        <w:rPr>
          <w:b/>
          <w:sz w:val="28"/>
          <w:szCs w:val="28"/>
        </w:rPr>
        <w:t xml:space="preserve"> </w:t>
      </w:r>
      <w:r w:rsidR="002548E3">
        <w:rPr>
          <w:b/>
        </w:rPr>
        <w:t>projekti</w:t>
      </w:r>
      <w:r w:rsidRPr="00453A51">
        <w:rPr>
          <w:rFonts w:cstheme="minorHAnsi"/>
          <w:b/>
          <w:bCs/>
        </w:rPr>
        <w:t xml:space="preserve"> teostamiseks raamleping </w:t>
      </w:r>
      <w:r w:rsidR="00594FF4" w:rsidRPr="00594FF4">
        <w:rPr>
          <w:b/>
          <w:bCs/>
        </w:rPr>
        <w:t>nr 3-</w:t>
      </w:r>
      <w:r w:rsidR="00FA4302">
        <w:rPr>
          <w:b/>
          <w:bCs/>
        </w:rPr>
        <w:t>9</w:t>
      </w:r>
      <w:r w:rsidR="00594FF4" w:rsidRPr="00594FF4">
        <w:rPr>
          <w:b/>
          <w:bCs/>
        </w:rPr>
        <w:t>/</w:t>
      </w:r>
      <w:r w:rsidR="003A2C47">
        <w:rPr>
          <w:b/>
          <w:bCs/>
        </w:rPr>
        <w:t>3443-1</w:t>
      </w:r>
      <w:r w:rsidR="00594FF4" w:rsidRPr="00594FF4">
        <w:rPr>
          <w:b/>
          <w:bCs/>
        </w:rPr>
        <w:t xml:space="preserve"> </w:t>
      </w:r>
      <w:r w:rsidRPr="00453A51">
        <w:rPr>
          <w:rFonts w:cstheme="minorHAnsi"/>
          <w:b/>
          <w:bCs/>
        </w:rPr>
        <w:t>alusel</w:t>
      </w:r>
    </w:p>
    <w:p w14:paraId="66459D19" w14:textId="77777777" w:rsidR="00C40A58" w:rsidRPr="00C90A75" w:rsidRDefault="00C40A58" w:rsidP="00C90A75">
      <w:pPr>
        <w:pStyle w:val="Default"/>
      </w:pPr>
    </w:p>
    <w:p w14:paraId="0DF4A70E" w14:textId="350B1AB1" w:rsidR="00B94F9D" w:rsidRPr="00CB00B3" w:rsidRDefault="00B94F9D" w:rsidP="00C164DD">
      <w:pPr>
        <w:rPr>
          <w:rFonts w:cstheme="minorHAnsi"/>
          <w:lang w:val="fi-FI"/>
        </w:rPr>
      </w:pPr>
      <w:r w:rsidRPr="00CB00B3">
        <w:rPr>
          <w:rFonts w:cstheme="minorHAnsi"/>
          <w:lang w:val="fi-FI"/>
        </w:rPr>
        <w:t xml:space="preserve"> </w:t>
      </w:r>
    </w:p>
    <w:p w14:paraId="060BC99A" w14:textId="61B484AA" w:rsidR="00F37378" w:rsidRDefault="00F37378" w:rsidP="00C164DD">
      <w:pPr>
        <w:rPr>
          <w:rFonts w:cstheme="minorHAnsi"/>
        </w:rPr>
      </w:pPr>
      <w:r w:rsidRPr="00453A51">
        <w:rPr>
          <w:rFonts w:cstheme="minorHAnsi"/>
        </w:rPr>
        <w:t>Tööde teostamiseks planeeritud meeskonnaliikmed</w:t>
      </w:r>
      <w:r w:rsidR="00E6458A">
        <w:rPr>
          <w:rFonts w:cstheme="minorHAnsi"/>
        </w:rPr>
        <w:t>:</w:t>
      </w:r>
    </w:p>
    <w:p w14:paraId="3DAE9182" w14:textId="77777777" w:rsidR="00C40A58" w:rsidRPr="00453A51" w:rsidRDefault="00C40A58" w:rsidP="00C164DD">
      <w:pPr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9"/>
        <w:gridCol w:w="3075"/>
      </w:tblGrid>
      <w:tr w:rsidR="009837B7" w:rsidRPr="00453A51" w14:paraId="234E712B" w14:textId="2DB17026" w:rsidTr="00453A51">
        <w:tc>
          <w:tcPr>
            <w:tcW w:w="2779" w:type="dxa"/>
          </w:tcPr>
          <w:p w14:paraId="6FEA887C" w14:textId="7AC320CF" w:rsidR="009837B7" w:rsidRPr="00453A51" w:rsidRDefault="009837B7" w:rsidP="00B94F9D">
            <w:pPr>
              <w:rPr>
                <w:rFonts w:cstheme="minorHAnsi"/>
                <w:b/>
              </w:rPr>
            </w:pPr>
            <w:r w:rsidRPr="00453A51">
              <w:rPr>
                <w:rFonts w:cstheme="minorHAnsi"/>
                <w:b/>
              </w:rPr>
              <w:t>Nimi</w:t>
            </w:r>
          </w:p>
        </w:tc>
        <w:tc>
          <w:tcPr>
            <w:tcW w:w="3075" w:type="dxa"/>
          </w:tcPr>
          <w:p w14:paraId="1382FDC7" w14:textId="79079757" w:rsidR="009837B7" w:rsidRPr="00453A51" w:rsidRDefault="009837B7" w:rsidP="00B94F9D">
            <w:pPr>
              <w:rPr>
                <w:rFonts w:cstheme="minorHAnsi"/>
                <w:b/>
              </w:rPr>
            </w:pPr>
            <w:r w:rsidRPr="00453A51">
              <w:rPr>
                <w:rFonts w:cstheme="minorHAnsi"/>
                <w:b/>
              </w:rPr>
              <w:t>Roll</w:t>
            </w:r>
          </w:p>
        </w:tc>
      </w:tr>
      <w:tr w:rsidR="00934D5C" w:rsidRPr="00453A51" w14:paraId="24BEF3E2" w14:textId="77777777" w:rsidTr="00CD2786">
        <w:trPr>
          <w:trHeight w:val="515"/>
        </w:trPr>
        <w:tc>
          <w:tcPr>
            <w:tcW w:w="2779" w:type="dxa"/>
          </w:tcPr>
          <w:p w14:paraId="02BD06B9" w14:textId="7DC5CBB4" w:rsidR="00934D5C" w:rsidRDefault="00294566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Marjana Lazarenkov</w:t>
            </w:r>
          </w:p>
        </w:tc>
        <w:tc>
          <w:tcPr>
            <w:tcW w:w="3075" w:type="dxa"/>
          </w:tcPr>
          <w:p w14:paraId="28B78D92" w14:textId="16FA16EE" w:rsidR="00934D5C" w:rsidRDefault="00934D5C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Projektijuht</w:t>
            </w:r>
          </w:p>
        </w:tc>
      </w:tr>
      <w:tr w:rsidR="00934D5C" w:rsidRPr="00453A51" w14:paraId="7A506CD7" w14:textId="77777777" w:rsidTr="00F6773F">
        <w:trPr>
          <w:trHeight w:val="515"/>
        </w:trPr>
        <w:tc>
          <w:tcPr>
            <w:tcW w:w="2779" w:type="dxa"/>
          </w:tcPr>
          <w:p w14:paraId="39FD1252" w14:textId="15543254" w:rsidR="00934D5C" w:rsidRPr="00453A51" w:rsidRDefault="00294566" w:rsidP="00F6773F">
            <w:pPr>
              <w:rPr>
                <w:rFonts w:cstheme="minorHAnsi"/>
              </w:rPr>
            </w:pPr>
            <w:r>
              <w:rPr>
                <w:rFonts w:cstheme="minorHAnsi"/>
              </w:rPr>
              <w:t>Kaido Henrik Elias</w:t>
            </w:r>
          </w:p>
        </w:tc>
        <w:tc>
          <w:tcPr>
            <w:tcW w:w="3075" w:type="dxa"/>
          </w:tcPr>
          <w:p w14:paraId="3CB4ACA8" w14:textId="160A4594" w:rsidR="00934D5C" w:rsidRPr="00453A51" w:rsidRDefault="008E7D45" w:rsidP="00F6773F">
            <w:pPr>
              <w:rPr>
                <w:rFonts w:cstheme="minorHAnsi"/>
              </w:rPr>
            </w:pPr>
            <w:r>
              <w:rPr>
                <w:rFonts w:cstheme="minorHAnsi"/>
              </w:rPr>
              <w:t>Arhitekt</w:t>
            </w:r>
          </w:p>
        </w:tc>
      </w:tr>
      <w:tr w:rsidR="007B3DFB" w:rsidRPr="00453A51" w14:paraId="4EB7EC3E" w14:textId="77777777" w:rsidTr="00F6773F">
        <w:trPr>
          <w:trHeight w:val="515"/>
        </w:trPr>
        <w:tc>
          <w:tcPr>
            <w:tcW w:w="2779" w:type="dxa"/>
          </w:tcPr>
          <w:p w14:paraId="225F662B" w14:textId="7E62BF14" w:rsidR="007B3DFB" w:rsidRDefault="007B3DFB" w:rsidP="00F6773F">
            <w:pPr>
              <w:rPr>
                <w:rFonts w:cstheme="minorHAnsi"/>
              </w:rPr>
            </w:pPr>
            <w:r>
              <w:rPr>
                <w:rFonts w:cstheme="minorHAnsi"/>
              </w:rPr>
              <w:t>Priit Liivak</w:t>
            </w:r>
          </w:p>
        </w:tc>
        <w:tc>
          <w:tcPr>
            <w:tcW w:w="3075" w:type="dxa"/>
          </w:tcPr>
          <w:p w14:paraId="40DF39C4" w14:textId="172425B8" w:rsidR="007B3DFB" w:rsidRDefault="007B3DFB" w:rsidP="00F6773F">
            <w:pPr>
              <w:rPr>
                <w:rFonts w:cstheme="minorHAnsi"/>
              </w:rPr>
            </w:pPr>
            <w:r>
              <w:rPr>
                <w:rFonts w:cstheme="minorHAnsi"/>
              </w:rPr>
              <w:t>Arhitekt</w:t>
            </w:r>
          </w:p>
        </w:tc>
      </w:tr>
      <w:tr w:rsidR="00934D5C" w:rsidRPr="00453A51" w14:paraId="065E4A86" w14:textId="77777777" w:rsidTr="00CD2786">
        <w:trPr>
          <w:trHeight w:val="515"/>
        </w:trPr>
        <w:tc>
          <w:tcPr>
            <w:tcW w:w="2779" w:type="dxa"/>
          </w:tcPr>
          <w:p w14:paraId="54692FBA" w14:textId="5FE3D593" w:rsidR="00934D5C" w:rsidRDefault="008E7D45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Elen Kivi-Paju</w:t>
            </w:r>
          </w:p>
        </w:tc>
        <w:tc>
          <w:tcPr>
            <w:tcW w:w="3075" w:type="dxa"/>
          </w:tcPr>
          <w:p w14:paraId="6258DE8A" w14:textId="3CEDE321" w:rsidR="00934D5C" w:rsidRDefault="00934D5C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Analüütik</w:t>
            </w:r>
          </w:p>
        </w:tc>
      </w:tr>
      <w:tr w:rsidR="00934D5C" w:rsidRPr="00453A51" w14:paraId="7F0639E7" w14:textId="77777777" w:rsidTr="00CD2786">
        <w:trPr>
          <w:trHeight w:val="515"/>
        </w:trPr>
        <w:tc>
          <w:tcPr>
            <w:tcW w:w="2779" w:type="dxa"/>
          </w:tcPr>
          <w:p w14:paraId="7EF928CF" w14:textId="7A3268D6" w:rsidR="00934D5C" w:rsidRDefault="008E7D45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Kenneth Koch</w:t>
            </w:r>
          </w:p>
        </w:tc>
        <w:tc>
          <w:tcPr>
            <w:tcW w:w="3075" w:type="dxa"/>
          </w:tcPr>
          <w:p w14:paraId="379F8D8D" w14:textId="16BE501C" w:rsidR="00934D5C" w:rsidRDefault="00934D5C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Analüütik</w:t>
            </w:r>
          </w:p>
        </w:tc>
      </w:tr>
      <w:tr w:rsidR="00934D5C" w:rsidRPr="00453A51" w14:paraId="665CB445" w14:textId="77777777" w:rsidTr="00CD2786">
        <w:trPr>
          <w:trHeight w:val="515"/>
        </w:trPr>
        <w:tc>
          <w:tcPr>
            <w:tcW w:w="2779" w:type="dxa"/>
          </w:tcPr>
          <w:p w14:paraId="7C892112" w14:textId="2A089096" w:rsidR="00934D5C" w:rsidRDefault="00AE4E8F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Liisi Joosing</w:t>
            </w:r>
          </w:p>
        </w:tc>
        <w:tc>
          <w:tcPr>
            <w:tcW w:w="3075" w:type="dxa"/>
          </w:tcPr>
          <w:p w14:paraId="33C6A2B4" w14:textId="21EFC00E" w:rsidR="00934D5C" w:rsidRDefault="00934D5C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Analüütik</w:t>
            </w:r>
          </w:p>
        </w:tc>
      </w:tr>
      <w:tr w:rsidR="000E4786" w:rsidRPr="00453A51" w14:paraId="7CF54BC6" w14:textId="77777777" w:rsidTr="00CD2786">
        <w:trPr>
          <w:trHeight w:val="515"/>
        </w:trPr>
        <w:tc>
          <w:tcPr>
            <w:tcW w:w="2779" w:type="dxa"/>
          </w:tcPr>
          <w:p w14:paraId="5ED2903A" w14:textId="6A6B4AD5" w:rsidR="000E4786" w:rsidRDefault="000E4786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Elina Kuljus</w:t>
            </w:r>
          </w:p>
        </w:tc>
        <w:tc>
          <w:tcPr>
            <w:tcW w:w="3075" w:type="dxa"/>
          </w:tcPr>
          <w:p w14:paraId="4EF3E06B" w14:textId="7652CAB6" w:rsidR="000E4786" w:rsidRDefault="000E4786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Analüütik</w:t>
            </w:r>
          </w:p>
        </w:tc>
      </w:tr>
      <w:tr w:rsidR="00934D5C" w:rsidRPr="00453A51" w14:paraId="7259BB36" w14:textId="77777777" w:rsidTr="00CD2786">
        <w:trPr>
          <w:trHeight w:val="515"/>
        </w:trPr>
        <w:tc>
          <w:tcPr>
            <w:tcW w:w="2779" w:type="dxa"/>
          </w:tcPr>
          <w:p w14:paraId="71490E65" w14:textId="39A1AFCA" w:rsidR="00934D5C" w:rsidRDefault="006F0DA2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Egle-Riin Rüütel</w:t>
            </w:r>
          </w:p>
        </w:tc>
        <w:tc>
          <w:tcPr>
            <w:tcW w:w="3075" w:type="dxa"/>
          </w:tcPr>
          <w:p w14:paraId="1ABA263D" w14:textId="689D2A5E" w:rsidR="00934D5C" w:rsidRDefault="00934D5C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Arendaja</w:t>
            </w:r>
          </w:p>
        </w:tc>
      </w:tr>
      <w:tr w:rsidR="00934D5C" w:rsidRPr="00453A51" w14:paraId="2B6E38D3" w14:textId="77777777" w:rsidTr="00CD2786">
        <w:trPr>
          <w:trHeight w:val="515"/>
        </w:trPr>
        <w:tc>
          <w:tcPr>
            <w:tcW w:w="2779" w:type="dxa"/>
          </w:tcPr>
          <w:p w14:paraId="799C73E0" w14:textId="4005ADE3" w:rsidR="00934D5C" w:rsidRDefault="006F0DA2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Alvar Sokk</w:t>
            </w:r>
          </w:p>
        </w:tc>
        <w:tc>
          <w:tcPr>
            <w:tcW w:w="3075" w:type="dxa"/>
          </w:tcPr>
          <w:p w14:paraId="02164553" w14:textId="0516E29D" w:rsidR="00934D5C" w:rsidRDefault="00CB5816" w:rsidP="00B94F9D">
            <w:pPr>
              <w:rPr>
                <w:rFonts w:cstheme="minorHAnsi"/>
              </w:rPr>
            </w:pPr>
            <w:r>
              <w:rPr>
                <w:rFonts w:cstheme="minorHAnsi"/>
              </w:rPr>
              <w:t>Arendaja</w:t>
            </w:r>
          </w:p>
        </w:tc>
      </w:tr>
      <w:tr w:rsidR="00CB5816" w:rsidRPr="00453A51" w14:paraId="63FE8FD5" w14:textId="77777777" w:rsidTr="00CD2786">
        <w:trPr>
          <w:trHeight w:val="515"/>
        </w:trPr>
        <w:tc>
          <w:tcPr>
            <w:tcW w:w="2779" w:type="dxa"/>
          </w:tcPr>
          <w:p w14:paraId="40A13843" w14:textId="3926431A" w:rsidR="00CB5816" w:rsidRDefault="006F0DA2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Martin Luik</w:t>
            </w:r>
          </w:p>
        </w:tc>
        <w:tc>
          <w:tcPr>
            <w:tcW w:w="3075" w:type="dxa"/>
          </w:tcPr>
          <w:p w14:paraId="03F83464" w14:textId="7935FF81" w:rsidR="00CB5816" w:rsidRDefault="00CB5816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Arendaja</w:t>
            </w:r>
          </w:p>
        </w:tc>
      </w:tr>
      <w:tr w:rsidR="00CB5816" w:rsidRPr="00453A51" w14:paraId="6CAF77DF" w14:textId="2D594590" w:rsidTr="00453A51">
        <w:tc>
          <w:tcPr>
            <w:tcW w:w="2779" w:type="dxa"/>
          </w:tcPr>
          <w:p w14:paraId="0DF293AD" w14:textId="51E46BB8" w:rsidR="00CB5816" w:rsidRPr="00453A51" w:rsidRDefault="00200DBC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Hannes Einpaul</w:t>
            </w:r>
          </w:p>
        </w:tc>
        <w:tc>
          <w:tcPr>
            <w:tcW w:w="3075" w:type="dxa"/>
          </w:tcPr>
          <w:p w14:paraId="2E181377" w14:textId="4FA24E46" w:rsidR="00CB5816" w:rsidRPr="00453A51" w:rsidRDefault="00CB5816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Arendaja</w:t>
            </w:r>
          </w:p>
        </w:tc>
      </w:tr>
      <w:tr w:rsidR="00C53269" w:rsidRPr="00453A51" w14:paraId="626A3D44" w14:textId="77777777" w:rsidTr="00453A51">
        <w:tc>
          <w:tcPr>
            <w:tcW w:w="2779" w:type="dxa"/>
          </w:tcPr>
          <w:p w14:paraId="0A2D5F78" w14:textId="3EC7E179" w:rsidR="00C53269" w:rsidRDefault="00C53269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Artur Krivorokov</w:t>
            </w:r>
          </w:p>
        </w:tc>
        <w:tc>
          <w:tcPr>
            <w:tcW w:w="3075" w:type="dxa"/>
          </w:tcPr>
          <w:p w14:paraId="09B43BE4" w14:textId="2B5D55D6" w:rsidR="00C53269" w:rsidRDefault="00C53269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Arendaja</w:t>
            </w:r>
          </w:p>
        </w:tc>
      </w:tr>
      <w:tr w:rsidR="00C53269" w:rsidRPr="00453A51" w14:paraId="42A018C7" w14:textId="77777777" w:rsidTr="00453A51">
        <w:tc>
          <w:tcPr>
            <w:tcW w:w="2779" w:type="dxa"/>
          </w:tcPr>
          <w:p w14:paraId="2CA1ADC6" w14:textId="0042582E" w:rsidR="00C53269" w:rsidRDefault="00C53269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Jevgeni Serkin</w:t>
            </w:r>
          </w:p>
        </w:tc>
        <w:tc>
          <w:tcPr>
            <w:tcW w:w="3075" w:type="dxa"/>
          </w:tcPr>
          <w:p w14:paraId="5194557A" w14:textId="54A050BA" w:rsidR="00C53269" w:rsidRDefault="00C53269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Arendaja</w:t>
            </w:r>
          </w:p>
        </w:tc>
      </w:tr>
      <w:tr w:rsidR="00C53269" w:rsidRPr="00453A51" w14:paraId="0DBF0659" w14:textId="77777777" w:rsidTr="00453A51">
        <w:tc>
          <w:tcPr>
            <w:tcW w:w="2779" w:type="dxa"/>
          </w:tcPr>
          <w:p w14:paraId="659A2A23" w14:textId="207C6B96" w:rsidR="00C53269" w:rsidRDefault="00C53269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Triin Kask</w:t>
            </w:r>
          </w:p>
        </w:tc>
        <w:tc>
          <w:tcPr>
            <w:tcW w:w="3075" w:type="dxa"/>
          </w:tcPr>
          <w:p w14:paraId="664F5D66" w14:textId="742C3424" w:rsidR="00C53269" w:rsidRDefault="00C53269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Arendaja</w:t>
            </w:r>
          </w:p>
        </w:tc>
      </w:tr>
      <w:tr w:rsidR="00574462" w:rsidRPr="00453A51" w14:paraId="265B2E75" w14:textId="77777777" w:rsidTr="00453A51">
        <w:tc>
          <w:tcPr>
            <w:tcW w:w="2779" w:type="dxa"/>
          </w:tcPr>
          <w:p w14:paraId="74ACDA6C" w14:textId="5816DD1F" w:rsidR="00574462" w:rsidRDefault="00200DBC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Oliver Vilson</w:t>
            </w:r>
          </w:p>
        </w:tc>
        <w:tc>
          <w:tcPr>
            <w:tcW w:w="3075" w:type="dxa"/>
          </w:tcPr>
          <w:p w14:paraId="2644541A" w14:textId="1FF8AA89" w:rsidR="00574462" w:rsidRDefault="00200DBC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Testija</w:t>
            </w:r>
          </w:p>
        </w:tc>
      </w:tr>
      <w:tr w:rsidR="00294566" w:rsidRPr="00453A51" w14:paraId="03B833B2" w14:textId="77777777" w:rsidTr="00453A51">
        <w:tc>
          <w:tcPr>
            <w:tcW w:w="2779" w:type="dxa"/>
          </w:tcPr>
          <w:p w14:paraId="73BA4402" w14:textId="76F79171" w:rsidR="00294566" w:rsidRDefault="00294566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Regle Raudsepp</w:t>
            </w:r>
          </w:p>
        </w:tc>
        <w:tc>
          <w:tcPr>
            <w:tcW w:w="3075" w:type="dxa"/>
          </w:tcPr>
          <w:p w14:paraId="4BCFF35E" w14:textId="7B87C6F2" w:rsidR="00294566" w:rsidRDefault="00294566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Testija</w:t>
            </w:r>
          </w:p>
        </w:tc>
      </w:tr>
      <w:tr w:rsidR="009C0ECE" w:rsidRPr="00453A51" w14:paraId="2B9D21CF" w14:textId="77777777" w:rsidTr="00453A51">
        <w:tc>
          <w:tcPr>
            <w:tcW w:w="2779" w:type="dxa"/>
          </w:tcPr>
          <w:p w14:paraId="327D9FD7" w14:textId="0707716A" w:rsidR="009C0ECE" w:rsidRDefault="009C0ECE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Karl Tiirik</w:t>
            </w:r>
          </w:p>
        </w:tc>
        <w:tc>
          <w:tcPr>
            <w:tcW w:w="3075" w:type="dxa"/>
          </w:tcPr>
          <w:p w14:paraId="1869BDA5" w14:textId="43F721DD" w:rsidR="009C0ECE" w:rsidRDefault="009C0ECE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Testija</w:t>
            </w:r>
          </w:p>
        </w:tc>
      </w:tr>
      <w:tr w:rsidR="00277EEC" w:rsidRPr="00453A51" w14:paraId="0D9598E9" w14:textId="77777777" w:rsidTr="00453A51">
        <w:tc>
          <w:tcPr>
            <w:tcW w:w="2779" w:type="dxa"/>
          </w:tcPr>
          <w:p w14:paraId="43FAB578" w14:textId="4157857B" w:rsidR="00277EEC" w:rsidRDefault="00277EEC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Mari Holopainen</w:t>
            </w:r>
          </w:p>
        </w:tc>
        <w:tc>
          <w:tcPr>
            <w:tcW w:w="3075" w:type="dxa"/>
          </w:tcPr>
          <w:p w14:paraId="0410A4F9" w14:textId="0E36A3D7" w:rsidR="00277EEC" w:rsidRDefault="00277EEC" w:rsidP="00CB5816">
            <w:pPr>
              <w:rPr>
                <w:rFonts w:cstheme="minorHAnsi"/>
              </w:rPr>
            </w:pPr>
            <w:r>
              <w:rPr>
                <w:rFonts w:cstheme="minorHAnsi"/>
              </w:rPr>
              <w:t>Testija</w:t>
            </w:r>
          </w:p>
        </w:tc>
      </w:tr>
    </w:tbl>
    <w:p w14:paraId="2CA2538F" w14:textId="6F7DFC5D" w:rsidR="004C1408" w:rsidRPr="00E6458A" w:rsidRDefault="00B34BCA" w:rsidP="00E6458A">
      <w:pPr>
        <w:rPr>
          <w:rFonts w:cstheme="minorHAnsi"/>
          <w:i/>
        </w:rPr>
      </w:pPr>
      <w:r>
        <w:rPr>
          <w:rFonts w:cstheme="minorHAnsi"/>
          <w:i/>
        </w:rPr>
        <w:t xml:space="preserve">Projekti liikmed </w:t>
      </w:r>
      <w:r w:rsidR="00F63608">
        <w:rPr>
          <w:rFonts w:cstheme="minorHAnsi"/>
          <w:i/>
        </w:rPr>
        <w:t xml:space="preserve">võivad projekti jooksul muutuda või liikmete arv täieneda. </w:t>
      </w:r>
    </w:p>
    <w:p w14:paraId="33FE8E01" w14:textId="195B9920" w:rsidR="00E6458A" w:rsidRDefault="00E6458A" w:rsidP="00B94F9D">
      <w:pPr>
        <w:rPr>
          <w:rFonts w:cstheme="minorHAnsi"/>
        </w:rPr>
      </w:pPr>
    </w:p>
    <w:p w14:paraId="6B00A93F" w14:textId="27B533D6" w:rsidR="00F37378" w:rsidRPr="00CB00B3" w:rsidRDefault="00F37378" w:rsidP="00B94F9D">
      <w:pPr>
        <w:rPr>
          <w:rFonts w:cstheme="minorHAnsi"/>
          <w:b/>
          <w:lang w:val="fi-FI"/>
        </w:rPr>
      </w:pPr>
      <w:r w:rsidRPr="00CB00B3">
        <w:rPr>
          <w:rFonts w:cstheme="minorHAnsi"/>
          <w:lang w:val="fi-FI"/>
        </w:rPr>
        <w:t>Tööde teostamise ühe töötunni hind</w:t>
      </w:r>
      <w:r w:rsidR="00453A51" w:rsidRPr="00CB00B3">
        <w:rPr>
          <w:rFonts w:cstheme="minorHAnsi"/>
          <w:lang w:val="fi-FI"/>
        </w:rPr>
        <w:t xml:space="preserve">: </w:t>
      </w:r>
      <w:r w:rsidR="007B3DFB">
        <w:rPr>
          <w:rFonts w:cstheme="minorHAnsi"/>
          <w:b/>
          <w:lang w:val="fi-FI"/>
        </w:rPr>
        <w:t>69,90</w:t>
      </w:r>
      <w:r w:rsidR="00453A51" w:rsidRPr="00CB00B3">
        <w:rPr>
          <w:rFonts w:cstheme="minorHAnsi"/>
          <w:b/>
          <w:lang w:val="fi-FI"/>
        </w:rPr>
        <w:t xml:space="preserve"> EUR</w:t>
      </w:r>
      <w:r w:rsidR="00123D77" w:rsidRPr="00CB00B3">
        <w:rPr>
          <w:rFonts w:cstheme="minorHAnsi"/>
          <w:b/>
          <w:lang w:val="fi-FI"/>
        </w:rPr>
        <w:t>, millele lisandub käibemaks</w:t>
      </w:r>
      <w:r w:rsidR="00200DBC">
        <w:rPr>
          <w:rFonts w:cstheme="minorHAnsi"/>
          <w:b/>
          <w:lang w:val="fi-FI"/>
        </w:rPr>
        <w:t>.</w:t>
      </w:r>
    </w:p>
    <w:p w14:paraId="022CBDDB" w14:textId="68F02283" w:rsidR="00F37378" w:rsidRPr="00CB00B3" w:rsidRDefault="00F37378" w:rsidP="00B83A6F">
      <w:pPr>
        <w:autoSpaceDE w:val="0"/>
        <w:autoSpaceDN w:val="0"/>
        <w:adjustRightInd w:val="0"/>
        <w:spacing w:after="0" w:line="240" w:lineRule="auto"/>
        <w:rPr>
          <w:rFonts w:cstheme="minorHAnsi"/>
          <w:lang w:val="fi-FI"/>
        </w:rPr>
      </w:pPr>
    </w:p>
    <w:p w14:paraId="07B29E5B" w14:textId="77777777" w:rsidR="00F37378" w:rsidRPr="00CB00B3" w:rsidRDefault="00F37378" w:rsidP="00B94F9D">
      <w:pPr>
        <w:rPr>
          <w:rFonts w:cstheme="minorHAnsi"/>
          <w:lang w:val="fi-FI"/>
        </w:rPr>
      </w:pPr>
    </w:p>
    <w:p w14:paraId="192861E4" w14:textId="77777777" w:rsidR="005D53CD" w:rsidRPr="00453A51" w:rsidRDefault="005D53CD" w:rsidP="00B94F9D">
      <w:pPr>
        <w:rPr>
          <w:rFonts w:cstheme="minorHAnsi"/>
        </w:rPr>
      </w:pPr>
      <w:r w:rsidRPr="00453A51">
        <w:rPr>
          <w:rFonts w:cstheme="minorHAnsi"/>
        </w:rPr>
        <w:t>Lugupidamisega</w:t>
      </w:r>
    </w:p>
    <w:p w14:paraId="3D40383A" w14:textId="2688CC65" w:rsidR="005D53CD" w:rsidRPr="00453A51" w:rsidRDefault="007B3DFB" w:rsidP="00B94F9D">
      <w:pPr>
        <w:rPr>
          <w:rFonts w:cstheme="minorHAnsi"/>
        </w:rPr>
      </w:pPr>
      <w:r>
        <w:rPr>
          <w:rFonts w:cstheme="minorHAnsi"/>
        </w:rPr>
        <w:t>Marjana Lazarenkov</w:t>
      </w:r>
      <w:r w:rsidR="001471BD" w:rsidRPr="00453A51">
        <w:rPr>
          <w:rFonts w:cstheme="minorHAnsi"/>
        </w:rPr>
        <w:br/>
      </w:r>
      <w:r w:rsidR="00277EEC">
        <w:rPr>
          <w:rFonts w:cstheme="minorHAnsi"/>
        </w:rPr>
        <w:t>Projektijuht</w:t>
      </w:r>
    </w:p>
    <w:sectPr w:rsidR="005D53CD" w:rsidRPr="00453A51" w:rsidSect="008249CF">
      <w:headerReference w:type="default" r:id="rId11"/>
      <w:footerReference w:type="default" r:id="rId12"/>
      <w:type w:val="continuous"/>
      <w:pgSz w:w="11906" w:h="16838" w:code="9"/>
      <w:pgMar w:top="2268" w:right="1514" w:bottom="1418" w:left="151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3BD8A" w14:textId="77777777" w:rsidR="00BF026A" w:rsidRDefault="00BF026A" w:rsidP="00757557">
      <w:pPr>
        <w:spacing w:after="0" w:line="240" w:lineRule="auto"/>
      </w:pPr>
      <w:r>
        <w:separator/>
      </w:r>
    </w:p>
  </w:endnote>
  <w:endnote w:type="continuationSeparator" w:id="0">
    <w:p w14:paraId="1D7BC927" w14:textId="77777777" w:rsidR="00BF026A" w:rsidRDefault="00BF026A" w:rsidP="00757557">
      <w:pPr>
        <w:spacing w:after="0" w:line="240" w:lineRule="auto"/>
      </w:pPr>
      <w:r>
        <w:continuationSeparator/>
      </w:r>
    </w:p>
  </w:endnote>
  <w:endnote w:type="continuationNotice" w:id="1">
    <w:p w14:paraId="35D7108C" w14:textId="77777777" w:rsidR="00BF026A" w:rsidRDefault="00BF02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tilliumText14L-250w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BB7F6" w14:textId="77777777" w:rsidR="008249CF" w:rsidRDefault="00000000" w:rsidP="008249CF">
    <w:pPr>
      <w:pStyle w:val="Header"/>
    </w:pPr>
    <w:r>
      <w:rPr>
        <w:color w:val="41AD49"/>
      </w:rPr>
      <w:pict w14:anchorId="7C61164E">
        <v:rect id="_x0000_i1025" style="width:472.35pt;height:1pt" o:hralign="center" o:hrstd="t" o:hrnoshade="t" o:hr="t" fillcolor="#009639 [3215]" stroked="f"/>
      </w:pict>
    </w:r>
  </w:p>
  <w:sdt>
    <w:sdtPr>
      <w:rPr>
        <w:rStyle w:val="FooterChar"/>
      </w:rPr>
      <w:alias w:val="Select Company Address"/>
      <w:tag w:val="Select Company Address"/>
      <w:id w:val="-1739238498"/>
      <w15:color w:val="000000"/>
      <w:comboBox>
        <w:listItem w:displayText="Nortal AS · Lõõtsa 6C, Tallinn 11415, Estonia · +372 610 1990 · info@nortal.com · www.nortal.com" w:value="Nortal AS · Lõõtsa 6C, Tallinn 11415, Estonia · +372 610 1990 · info@nortal.com · www.nortal.com"/>
        <w:listItem w:displayText="Nortal Oy · Mikonkatu 15B (4th floor), 00100 Helsinki, Finland · +358 8 555 88 · finland@nortal.com · www.nortal.com" w:value="Nortal Oy · Mikonkatu 15B (4th floor), 00100 Helsinki, Finland · +358 8 555 88 · finland@nortal.com · www.nortal.com"/>
        <w:listItem w:displayText="Nortal UAB · B. Radvilaitės g. 1, 01124 Vilnius, Lithuania · +370 5276 0819 · lithuania@nortal.com · www.nortal.com" w:value="Nortal UAB · B. Radvilaitės g. 1, 01124 Vilnius, Lithuania · +370 5276 0819 · lithuania@nortal.com · www.nortal.com"/>
        <w:listItem w:displayText="Nortal d.o.o. · Bulevar Oslobodjenja 301, 11010 Belgrade, Serbia · +381 11 3970 197 · serbia@nortal.com · www.nortal.com" w:value="Nortal d.o.o. · Bulevar Oslobodjenja 301, 11010 Belgrade, Serbia · +381 11 3970 197 · serbia@nortal.com · www.nortal.com"/>
        <w:listItem w:displayText="Nortal LLC · Knowledge Oasis Muscat, PO Box 22, Postal Code 135, Muscat, Oman · +968 2417 0416 · oman@nortal.com · www.nortal.com" w:value="Nortal LLC · Knowledge Oasis Muscat, PO Box 22, Postal Code 135, Muscat, Oman · +968 2417 0416 · oman@nortal.com · www.nortal.com"/>
        <w:listItem w:displayText="Nortal LLC · 5301 Limestone Road, Suite 100 Wilmington, DE 19808 US · +372 610 1990 · usa@nortal.com · www.nortal.com" w:value="Nortal LLC · 5301 Limestone Road, Suite 100 Wilmington, DE 19808 US · +372 610 1990 · usa@nortal.com · www.nortal.com"/>
      </w:comboBox>
    </w:sdtPr>
    <w:sdtEndPr>
      <w:rPr>
        <w:rStyle w:val="DefaultParagraphFont"/>
        <w:szCs w:val="18"/>
      </w:rPr>
    </w:sdtEndPr>
    <w:sdtContent>
      <w:p w14:paraId="01DAD988" w14:textId="77777777" w:rsidR="005D5F13" w:rsidRPr="008249CF" w:rsidRDefault="00635166" w:rsidP="008249CF">
        <w:pPr>
          <w:pStyle w:val="Footer"/>
          <w:spacing w:before="120"/>
          <w:rPr>
            <w:szCs w:val="18"/>
          </w:rPr>
        </w:pPr>
        <w:r>
          <w:rPr>
            <w:rStyle w:val="FooterChar"/>
          </w:rPr>
          <w:t>Nortal AS · Lõõtsa 6C, Tallinn 11415, Estonia · +372 610 1990 · info@nortal.com · www.nortal.com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74F06" w14:textId="77777777" w:rsidR="00BF026A" w:rsidRDefault="00BF026A" w:rsidP="00757557">
      <w:pPr>
        <w:spacing w:after="0" w:line="240" w:lineRule="auto"/>
      </w:pPr>
      <w:r>
        <w:separator/>
      </w:r>
    </w:p>
  </w:footnote>
  <w:footnote w:type="continuationSeparator" w:id="0">
    <w:p w14:paraId="467C6517" w14:textId="77777777" w:rsidR="00BF026A" w:rsidRDefault="00BF026A" w:rsidP="00757557">
      <w:pPr>
        <w:spacing w:after="0" w:line="240" w:lineRule="auto"/>
      </w:pPr>
      <w:r>
        <w:continuationSeparator/>
      </w:r>
    </w:p>
  </w:footnote>
  <w:footnote w:type="continuationNotice" w:id="1">
    <w:p w14:paraId="62BE0D45" w14:textId="77777777" w:rsidR="00BF026A" w:rsidRDefault="00BF02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03CE9" w14:textId="77777777" w:rsidR="005D5F13" w:rsidRPr="006B7CB8" w:rsidRDefault="006017B4" w:rsidP="001A6EA6">
    <w:pPr>
      <w:tabs>
        <w:tab w:val="left" w:pos="2296"/>
        <w:tab w:val="right" w:pos="10198"/>
      </w:tabs>
    </w:pPr>
    <w:r>
      <w:rPr>
        <w:noProof/>
        <w:lang w:val="et-EE" w:eastAsia="et-EE"/>
      </w:rPr>
      <w:drawing>
        <wp:anchor distT="0" distB="0" distL="114300" distR="114300" simplePos="0" relativeHeight="251658240" behindDoc="0" locked="0" layoutInCell="1" allowOverlap="1" wp14:anchorId="7C61164C" wp14:editId="7C61164D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1296000" cy="4608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ull.pd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6000" cy="46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C5A72E6"/>
    <w:lvl w:ilvl="0" w:tplc="5FD4D9C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519B7"/>
    <w:multiLevelType w:val="multilevel"/>
    <w:tmpl w:val="0425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054B4B87"/>
    <w:multiLevelType w:val="hybridMultilevel"/>
    <w:tmpl w:val="92786B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40105"/>
    <w:multiLevelType w:val="hybridMultilevel"/>
    <w:tmpl w:val="B5AACE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E7712"/>
    <w:multiLevelType w:val="multilevel"/>
    <w:tmpl w:val="F7040E2C"/>
    <w:numStyleLink w:val="NumberedList"/>
  </w:abstractNum>
  <w:abstractNum w:abstractNumId="5" w15:restartNumberingAfterBreak="0">
    <w:nsid w:val="0E57507C"/>
    <w:multiLevelType w:val="hybridMultilevel"/>
    <w:tmpl w:val="F2E4A57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3DCE"/>
    <w:multiLevelType w:val="multilevel"/>
    <w:tmpl w:val="2F74FF2A"/>
    <w:numStyleLink w:val="BulletedList"/>
  </w:abstractNum>
  <w:abstractNum w:abstractNumId="7" w15:restartNumberingAfterBreak="0">
    <w:nsid w:val="168C306A"/>
    <w:multiLevelType w:val="hybridMultilevel"/>
    <w:tmpl w:val="5A781820"/>
    <w:lvl w:ilvl="0" w:tplc="2B5CD374">
      <w:start w:val="8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461A8"/>
    <w:multiLevelType w:val="multilevel"/>
    <w:tmpl w:val="2F74FF2A"/>
    <w:numStyleLink w:val="BulletedList"/>
  </w:abstractNum>
  <w:abstractNum w:abstractNumId="9" w15:restartNumberingAfterBreak="0">
    <w:nsid w:val="186B70DC"/>
    <w:multiLevelType w:val="multilevel"/>
    <w:tmpl w:val="F7040E2C"/>
    <w:styleLink w:val="Numbered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C744D79"/>
    <w:multiLevelType w:val="hybridMultilevel"/>
    <w:tmpl w:val="CE5081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B5065"/>
    <w:multiLevelType w:val="multilevel"/>
    <w:tmpl w:val="F7040E2C"/>
    <w:numStyleLink w:val="NumberedList"/>
  </w:abstractNum>
  <w:abstractNum w:abstractNumId="12" w15:restartNumberingAfterBreak="0">
    <w:nsid w:val="22F72634"/>
    <w:multiLevelType w:val="multilevel"/>
    <w:tmpl w:val="E4F4DF74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0" w:firstLine="0"/>
      </w:pPr>
      <w:rPr>
        <w:rFonts w:hint="default"/>
      </w:rPr>
    </w:lvl>
  </w:abstractNum>
  <w:abstractNum w:abstractNumId="13" w15:restartNumberingAfterBreak="0">
    <w:nsid w:val="24003EB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053CDF"/>
    <w:multiLevelType w:val="multilevel"/>
    <w:tmpl w:val="2F74FF2A"/>
    <w:numStyleLink w:val="BulletedList"/>
  </w:abstractNum>
  <w:abstractNum w:abstractNumId="15" w15:restartNumberingAfterBreak="0">
    <w:nsid w:val="32040257"/>
    <w:multiLevelType w:val="multilevel"/>
    <w:tmpl w:val="2F74FF2A"/>
    <w:numStyleLink w:val="BulletedList"/>
  </w:abstractNum>
  <w:abstractNum w:abstractNumId="16" w15:restartNumberingAfterBreak="0">
    <w:nsid w:val="349731D1"/>
    <w:multiLevelType w:val="hybridMultilevel"/>
    <w:tmpl w:val="CCB49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D71FC"/>
    <w:multiLevelType w:val="multilevel"/>
    <w:tmpl w:val="E4F4DF74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0" w:firstLine="0"/>
      </w:pPr>
      <w:rPr>
        <w:rFonts w:hint="default"/>
      </w:rPr>
    </w:lvl>
  </w:abstractNum>
  <w:abstractNum w:abstractNumId="18" w15:restartNumberingAfterBreak="0">
    <w:nsid w:val="39AE1537"/>
    <w:multiLevelType w:val="hybridMultilevel"/>
    <w:tmpl w:val="68F882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01646"/>
    <w:multiLevelType w:val="hybridMultilevel"/>
    <w:tmpl w:val="171E422E"/>
    <w:lvl w:ilvl="0" w:tplc="D5B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94D75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E201D77"/>
    <w:multiLevelType w:val="multilevel"/>
    <w:tmpl w:val="032AD490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85"/>
        </w:tabs>
        <w:ind w:left="0" w:firstLine="0"/>
      </w:pPr>
      <w:rPr>
        <w:rFonts w:hint="default"/>
      </w:rPr>
    </w:lvl>
  </w:abstractNum>
  <w:abstractNum w:abstractNumId="22" w15:restartNumberingAfterBreak="0">
    <w:nsid w:val="42C95A1C"/>
    <w:multiLevelType w:val="multilevel"/>
    <w:tmpl w:val="2F74FF2A"/>
    <w:numStyleLink w:val="BulletedList"/>
  </w:abstractNum>
  <w:abstractNum w:abstractNumId="23" w15:restartNumberingAfterBreak="0">
    <w:nsid w:val="4A9B7359"/>
    <w:multiLevelType w:val="multilevel"/>
    <w:tmpl w:val="F7040E2C"/>
    <w:numStyleLink w:val="NumberedList"/>
  </w:abstractNum>
  <w:abstractNum w:abstractNumId="24" w15:restartNumberingAfterBreak="0">
    <w:nsid w:val="4BB92B0D"/>
    <w:multiLevelType w:val="multilevel"/>
    <w:tmpl w:val="032AD490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1985"/>
        </w:tabs>
        <w:ind w:left="0" w:firstLine="0"/>
      </w:pPr>
      <w:rPr>
        <w:rFonts w:hint="default"/>
      </w:rPr>
    </w:lvl>
  </w:abstractNum>
  <w:abstractNum w:abstractNumId="25" w15:restartNumberingAfterBreak="0">
    <w:nsid w:val="4DC54427"/>
    <w:multiLevelType w:val="multilevel"/>
    <w:tmpl w:val="2F74FF2A"/>
    <w:numStyleLink w:val="BulletedList"/>
  </w:abstractNum>
  <w:abstractNum w:abstractNumId="26" w15:restartNumberingAfterBreak="0">
    <w:nsid w:val="53A53AD6"/>
    <w:multiLevelType w:val="hybridMultilevel"/>
    <w:tmpl w:val="6DA61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B5A27"/>
    <w:multiLevelType w:val="multilevel"/>
    <w:tmpl w:val="2F74FF2A"/>
    <w:styleLink w:val="BulletedList"/>
    <w:lvl w:ilvl="0">
      <w:start w:val="12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639" w:themeColor="text2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9639" w:themeColor="text2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009639" w:themeColor="text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09639" w:themeColor="text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447B1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35F62E5"/>
    <w:multiLevelType w:val="hybridMultilevel"/>
    <w:tmpl w:val="64080E24"/>
    <w:lvl w:ilvl="0" w:tplc="2B5CD374">
      <w:start w:val="8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E4182"/>
    <w:multiLevelType w:val="multilevel"/>
    <w:tmpl w:val="F7040E2C"/>
    <w:numStyleLink w:val="NumberedList"/>
  </w:abstractNum>
  <w:abstractNum w:abstractNumId="31" w15:restartNumberingAfterBreak="0">
    <w:nsid w:val="7D267F14"/>
    <w:multiLevelType w:val="multilevel"/>
    <w:tmpl w:val="A84600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8637138">
    <w:abstractNumId w:val="17"/>
  </w:num>
  <w:num w:numId="2" w16cid:durableId="1101880615">
    <w:abstractNumId w:val="8"/>
  </w:num>
  <w:num w:numId="3" w16cid:durableId="17348876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2575167">
    <w:abstractNumId w:val="8"/>
  </w:num>
  <w:num w:numId="5" w16cid:durableId="1878660691">
    <w:abstractNumId w:val="9"/>
  </w:num>
  <w:num w:numId="6" w16cid:durableId="1154951605">
    <w:abstractNumId w:val="30"/>
  </w:num>
  <w:num w:numId="7" w16cid:durableId="2117358751">
    <w:abstractNumId w:val="6"/>
  </w:num>
  <w:num w:numId="8" w16cid:durableId="310793793">
    <w:abstractNumId w:val="27"/>
  </w:num>
  <w:num w:numId="9" w16cid:durableId="1159156885">
    <w:abstractNumId w:val="25"/>
  </w:num>
  <w:num w:numId="10" w16cid:durableId="908807984">
    <w:abstractNumId w:val="16"/>
  </w:num>
  <w:num w:numId="11" w16cid:durableId="751776045">
    <w:abstractNumId w:val="26"/>
  </w:num>
  <w:num w:numId="12" w16cid:durableId="414211905">
    <w:abstractNumId w:val="11"/>
  </w:num>
  <w:num w:numId="13" w16cid:durableId="1359816714">
    <w:abstractNumId w:val="22"/>
  </w:num>
  <w:num w:numId="14" w16cid:durableId="599921857">
    <w:abstractNumId w:val="0"/>
  </w:num>
  <w:num w:numId="15" w16cid:durableId="997539640">
    <w:abstractNumId w:val="20"/>
  </w:num>
  <w:num w:numId="16" w16cid:durableId="619920000">
    <w:abstractNumId w:val="12"/>
  </w:num>
  <w:num w:numId="17" w16cid:durableId="1413314307">
    <w:abstractNumId w:val="24"/>
  </w:num>
  <w:num w:numId="18" w16cid:durableId="1222868095">
    <w:abstractNumId w:val="21"/>
  </w:num>
  <w:num w:numId="19" w16cid:durableId="1707869695">
    <w:abstractNumId w:val="24"/>
  </w:num>
  <w:num w:numId="20" w16cid:durableId="1523668766">
    <w:abstractNumId w:val="15"/>
  </w:num>
  <w:num w:numId="21" w16cid:durableId="274484896">
    <w:abstractNumId w:val="4"/>
  </w:num>
  <w:num w:numId="22" w16cid:durableId="34088397">
    <w:abstractNumId w:val="28"/>
  </w:num>
  <w:num w:numId="23" w16cid:durableId="293754991">
    <w:abstractNumId w:val="13"/>
  </w:num>
  <w:num w:numId="24" w16cid:durableId="1745763280">
    <w:abstractNumId w:val="1"/>
  </w:num>
  <w:num w:numId="25" w16cid:durableId="2075619813">
    <w:abstractNumId w:val="14"/>
  </w:num>
  <w:num w:numId="26" w16cid:durableId="1467239813">
    <w:abstractNumId w:val="23"/>
  </w:num>
  <w:num w:numId="27" w16cid:durableId="507792878">
    <w:abstractNumId w:val="7"/>
  </w:num>
  <w:num w:numId="28" w16cid:durableId="618687195">
    <w:abstractNumId w:val="3"/>
  </w:num>
  <w:num w:numId="29" w16cid:durableId="1328099037">
    <w:abstractNumId w:val="5"/>
  </w:num>
  <w:num w:numId="30" w16cid:durableId="1153329211">
    <w:abstractNumId w:val="29"/>
  </w:num>
  <w:num w:numId="31" w16cid:durableId="1566601030">
    <w:abstractNumId w:val="19"/>
  </w:num>
  <w:num w:numId="32" w16cid:durableId="856309203">
    <w:abstractNumId w:val="10"/>
  </w:num>
  <w:num w:numId="33" w16cid:durableId="814562937">
    <w:abstractNumId w:val="2"/>
  </w:num>
  <w:num w:numId="34" w16cid:durableId="3997142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74"/>
    <w:rsid w:val="00011D69"/>
    <w:rsid w:val="00013BB5"/>
    <w:rsid w:val="000142AB"/>
    <w:rsid w:val="00026290"/>
    <w:rsid w:val="000273AF"/>
    <w:rsid w:val="00030E3D"/>
    <w:rsid w:val="00043835"/>
    <w:rsid w:val="0004667B"/>
    <w:rsid w:val="0005282A"/>
    <w:rsid w:val="00066BBC"/>
    <w:rsid w:val="000725B9"/>
    <w:rsid w:val="000818C7"/>
    <w:rsid w:val="00085488"/>
    <w:rsid w:val="00086227"/>
    <w:rsid w:val="0009257E"/>
    <w:rsid w:val="00093599"/>
    <w:rsid w:val="000A7501"/>
    <w:rsid w:val="000B1F38"/>
    <w:rsid w:val="000B46D4"/>
    <w:rsid w:val="000C30B3"/>
    <w:rsid w:val="000C4CD0"/>
    <w:rsid w:val="000E4786"/>
    <w:rsid w:val="000F6F49"/>
    <w:rsid w:val="000F7983"/>
    <w:rsid w:val="0010327A"/>
    <w:rsid w:val="00103325"/>
    <w:rsid w:val="00123D77"/>
    <w:rsid w:val="00125F44"/>
    <w:rsid w:val="00130CFF"/>
    <w:rsid w:val="00132644"/>
    <w:rsid w:val="00133D85"/>
    <w:rsid w:val="00134A7D"/>
    <w:rsid w:val="00135632"/>
    <w:rsid w:val="001471BD"/>
    <w:rsid w:val="001571D4"/>
    <w:rsid w:val="0017550F"/>
    <w:rsid w:val="0019108B"/>
    <w:rsid w:val="00193C0F"/>
    <w:rsid w:val="001978C6"/>
    <w:rsid w:val="001A6EA6"/>
    <w:rsid w:val="001A76EE"/>
    <w:rsid w:val="001B0FBF"/>
    <w:rsid w:val="001B5CC4"/>
    <w:rsid w:val="001C5B6F"/>
    <w:rsid w:val="001C7E2A"/>
    <w:rsid w:val="001D2628"/>
    <w:rsid w:val="001E1785"/>
    <w:rsid w:val="001E31B9"/>
    <w:rsid w:val="00200DBC"/>
    <w:rsid w:val="00212EAA"/>
    <w:rsid w:val="002319CA"/>
    <w:rsid w:val="00234476"/>
    <w:rsid w:val="002378ED"/>
    <w:rsid w:val="002515C4"/>
    <w:rsid w:val="002547B2"/>
    <w:rsid w:val="002548E3"/>
    <w:rsid w:val="00267DF5"/>
    <w:rsid w:val="00272BC5"/>
    <w:rsid w:val="00277EEC"/>
    <w:rsid w:val="002806E7"/>
    <w:rsid w:val="00282850"/>
    <w:rsid w:val="00290923"/>
    <w:rsid w:val="00294566"/>
    <w:rsid w:val="002A1339"/>
    <w:rsid w:val="002A168F"/>
    <w:rsid w:val="002A2A2C"/>
    <w:rsid w:val="002B2473"/>
    <w:rsid w:val="002C375D"/>
    <w:rsid w:val="002C4083"/>
    <w:rsid w:val="002E0473"/>
    <w:rsid w:val="002E6B60"/>
    <w:rsid w:val="002F355A"/>
    <w:rsid w:val="00300668"/>
    <w:rsid w:val="00307628"/>
    <w:rsid w:val="00325248"/>
    <w:rsid w:val="00332406"/>
    <w:rsid w:val="00353FB4"/>
    <w:rsid w:val="00377DD6"/>
    <w:rsid w:val="00393A06"/>
    <w:rsid w:val="003944B7"/>
    <w:rsid w:val="00396017"/>
    <w:rsid w:val="003A2C47"/>
    <w:rsid w:val="003A677A"/>
    <w:rsid w:val="003A6DB1"/>
    <w:rsid w:val="003C4540"/>
    <w:rsid w:val="003C683D"/>
    <w:rsid w:val="003D469D"/>
    <w:rsid w:val="003E304C"/>
    <w:rsid w:val="003E5352"/>
    <w:rsid w:val="003E6AC8"/>
    <w:rsid w:val="003F7BDE"/>
    <w:rsid w:val="00401799"/>
    <w:rsid w:val="004039F9"/>
    <w:rsid w:val="00406D51"/>
    <w:rsid w:val="00410524"/>
    <w:rsid w:val="00410BC3"/>
    <w:rsid w:val="00412C4C"/>
    <w:rsid w:val="00415CF8"/>
    <w:rsid w:val="00427BB8"/>
    <w:rsid w:val="004303D7"/>
    <w:rsid w:val="00446210"/>
    <w:rsid w:val="00453A51"/>
    <w:rsid w:val="00455FD9"/>
    <w:rsid w:val="00457951"/>
    <w:rsid w:val="0046374D"/>
    <w:rsid w:val="004659A9"/>
    <w:rsid w:val="00466A4D"/>
    <w:rsid w:val="00471426"/>
    <w:rsid w:val="00484343"/>
    <w:rsid w:val="004846B7"/>
    <w:rsid w:val="00495858"/>
    <w:rsid w:val="004A079D"/>
    <w:rsid w:val="004A49B0"/>
    <w:rsid w:val="004A6D7C"/>
    <w:rsid w:val="004A6EBA"/>
    <w:rsid w:val="004B57BD"/>
    <w:rsid w:val="004B7BE9"/>
    <w:rsid w:val="004C07C0"/>
    <w:rsid w:val="004C1408"/>
    <w:rsid w:val="004C470B"/>
    <w:rsid w:val="004C6201"/>
    <w:rsid w:val="004D526C"/>
    <w:rsid w:val="004E2B83"/>
    <w:rsid w:val="004F612E"/>
    <w:rsid w:val="0050677F"/>
    <w:rsid w:val="0051742C"/>
    <w:rsid w:val="005225BA"/>
    <w:rsid w:val="005371E1"/>
    <w:rsid w:val="00542E92"/>
    <w:rsid w:val="005478F9"/>
    <w:rsid w:val="00551606"/>
    <w:rsid w:val="00561B27"/>
    <w:rsid w:val="00566F15"/>
    <w:rsid w:val="00574462"/>
    <w:rsid w:val="00586506"/>
    <w:rsid w:val="00593DCE"/>
    <w:rsid w:val="00594FF4"/>
    <w:rsid w:val="00595A5F"/>
    <w:rsid w:val="00596759"/>
    <w:rsid w:val="005C1B43"/>
    <w:rsid w:val="005D53CD"/>
    <w:rsid w:val="005D5F13"/>
    <w:rsid w:val="005F7773"/>
    <w:rsid w:val="006017B4"/>
    <w:rsid w:val="00605A7E"/>
    <w:rsid w:val="006065CF"/>
    <w:rsid w:val="00613C7C"/>
    <w:rsid w:val="00633443"/>
    <w:rsid w:val="00635166"/>
    <w:rsid w:val="006417DF"/>
    <w:rsid w:val="00645E57"/>
    <w:rsid w:val="00652E15"/>
    <w:rsid w:val="006538AA"/>
    <w:rsid w:val="00655334"/>
    <w:rsid w:val="00655D84"/>
    <w:rsid w:val="006601E8"/>
    <w:rsid w:val="006656B1"/>
    <w:rsid w:val="00671219"/>
    <w:rsid w:val="00673B41"/>
    <w:rsid w:val="00674382"/>
    <w:rsid w:val="00676F13"/>
    <w:rsid w:val="00677307"/>
    <w:rsid w:val="006931BF"/>
    <w:rsid w:val="006A1FD3"/>
    <w:rsid w:val="006A5848"/>
    <w:rsid w:val="006B14E0"/>
    <w:rsid w:val="006B6B78"/>
    <w:rsid w:val="006B7CB8"/>
    <w:rsid w:val="006C1607"/>
    <w:rsid w:val="006C793D"/>
    <w:rsid w:val="006E4E44"/>
    <w:rsid w:val="006E6ED4"/>
    <w:rsid w:val="006F0DA2"/>
    <w:rsid w:val="006F54AA"/>
    <w:rsid w:val="006F5BE6"/>
    <w:rsid w:val="007069EC"/>
    <w:rsid w:val="007223C9"/>
    <w:rsid w:val="007305E1"/>
    <w:rsid w:val="00732434"/>
    <w:rsid w:val="00745BB3"/>
    <w:rsid w:val="0075732E"/>
    <w:rsid w:val="00757557"/>
    <w:rsid w:val="00776AEA"/>
    <w:rsid w:val="0078306F"/>
    <w:rsid w:val="00792B96"/>
    <w:rsid w:val="00796826"/>
    <w:rsid w:val="0079796A"/>
    <w:rsid w:val="007A0402"/>
    <w:rsid w:val="007B0C7F"/>
    <w:rsid w:val="007B3DFB"/>
    <w:rsid w:val="007B6054"/>
    <w:rsid w:val="007C21E5"/>
    <w:rsid w:val="00801E31"/>
    <w:rsid w:val="00804216"/>
    <w:rsid w:val="00811A5E"/>
    <w:rsid w:val="008249CF"/>
    <w:rsid w:val="008252DE"/>
    <w:rsid w:val="00825F14"/>
    <w:rsid w:val="0086566D"/>
    <w:rsid w:val="0087277D"/>
    <w:rsid w:val="00876618"/>
    <w:rsid w:val="00877F94"/>
    <w:rsid w:val="008816CE"/>
    <w:rsid w:val="008A01B0"/>
    <w:rsid w:val="008A1133"/>
    <w:rsid w:val="008A57D8"/>
    <w:rsid w:val="008A6B0B"/>
    <w:rsid w:val="008A7F91"/>
    <w:rsid w:val="008B1F8A"/>
    <w:rsid w:val="008C5497"/>
    <w:rsid w:val="008D60AA"/>
    <w:rsid w:val="008E0F0C"/>
    <w:rsid w:val="008E6DA4"/>
    <w:rsid w:val="008E7D45"/>
    <w:rsid w:val="008F2C84"/>
    <w:rsid w:val="008F5582"/>
    <w:rsid w:val="00917EB6"/>
    <w:rsid w:val="00923AC4"/>
    <w:rsid w:val="00925D5B"/>
    <w:rsid w:val="00932150"/>
    <w:rsid w:val="00934D5C"/>
    <w:rsid w:val="00937734"/>
    <w:rsid w:val="009449D6"/>
    <w:rsid w:val="00953244"/>
    <w:rsid w:val="009679EB"/>
    <w:rsid w:val="00972538"/>
    <w:rsid w:val="00975041"/>
    <w:rsid w:val="009837B7"/>
    <w:rsid w:val="009917BD"/>
    <w:rsid w:val="009A204E"/>
    <w:rsid w:val="009B2558"/>
    <w:rsid w:val="009B27B7"/>
    <w:rsid w:val="009C0ECE"/>
    <w:rsid w:val="009C15CC"/>
    <w:rsid w:val="009D3A4A"/>
    <w:rsid w:val="009D4A6A"/>
    <w:rsid w:val="009E05A7"/>
    <w:rsid w:val="009E63A7"/>
    <w:rsid w:val="009F5EE4"/>
    <w:rsid w:val="00A01D7D"/>
    <w:rsid w:val="00A02554"/>
    <w:rsid w:val="00A064CD"/>
    <w:rsid w:val="00A160B7"/>
    <w:rsid w:val="00A35ACD"/>
    <w:rsid w:val="00A46D5B"/>
    <w:rsid w:val="00A62B19"/>
    <w:rsid w:val="00A67C38"/>
    <w:rsid w:val="00A75167"/>
    <w:rsid w:val="00A87765"/>
    <w:rsid w:val="00AA796E"/>
    <w:rsid w:val="00AB5875"/>
    <w:rsid w:val="00AB5CC6"/>
    <w:rsid w:val="00AC6F5A"/>
    <w:rsid w:val="00AD415E"/>
    <w:rsid w:val="00AE4E8F"/>
    <w:rsid w:val="00AE7847"/>
    <w:rsid w:val="00AF2F56"/>
    <w:rsid w:val="00B02FEE"/>
    <w:rsid w:val="00B04043"/>
    <w:rsid w:val="00B125BB"/>
    <w:rsid w:val="00B30B22"/>
    <w:rsid w:val="00B3414B"/>
    <w:rsid w:val="00B34BCA"/>
    <w:rsid w:val="00B418C1"/>
    <w:rsid w:val="00B52DC8"/>
    <w:rsid w:val="00B558AC"/>
    <w:rsid w:val="00B71815"/>
    <w:rsid w:val="00B83A6F"/>
    <w:rsid w:val="00B91774"/>
    <w:rsid w:val="00B94F9D"/>
    <w:rsid w:val="00B96358"/>
    <w:rsid w:val="00B96BC9"/>
    <w:rsid w:val="00BA35F8"/>
    <w:rsid w:val="00BA40E4"/>
    <w:rsid w:val="00BB5B19"/>
    <w:rsid w:val="00BF026A"/>
    <w:rsid w:val="00BF4476"/>
    <w:rsid w:val="00BF6A72"/>
    <w:rsid w:val="00BF6B2E"/>
    <w:rsid w:val="00BF6FEF"/>
    <w:rsid w:val="00C02FB1"/>
    <w:rsid w:val="00C069CB"/>
    <w:rsid w:val="00C07E53"/>
    <w:rsid w:val="00C164DD"/>
    <w:rsid w:val="00C30F38"/>
    <w:rsid w:val="00C368BA"/>
    <w:rsid w:val="00C40A58"/>
    <w:rsid w:val="00C5200F"/>
    <w:rsid w:val="00C53269"/>
    <w:rsid w:val="00C5357A"/>
    <w:rsid w:val="00C538B6"/>
    <w:rsid w:val="00C54710"/>
    <w:rsid w:val="00C600F4"/>
    <w:rsid w:val="00C62AF5"/>
    <w:rsid w:val="00C65CDE"/>
    <w:rsid w:val="00C73426"/>
    <w:rsid w:val="00C90A75"/>
    <w:rsid w:val="00CA3401"/>
    <w:rsid w:val="00CA69AF"/>
    <w:rsid w:val="00CB00B3"/>
    <w:rsid w:val="00CB398B"/>
    <w:rsid w:val="00CB5816"/>
    <w:rsid w:val="00CC2C88"/>
    <w:rsid w:val="00CC75A6"/>
    <w:rsid w:val="00CD0BAE"/>
    <w:rsid w:val="00CD2786"/>
    <w:rsid w:val="00CD3788"/>
    <w:rsid w:val="00CF69CA"/>
    <w:rsid w:val="00D064D1"/>
    <w:rsid w:val="00D10319"/>
    <w:rsid w:val="00D12E34"/>
    <w:rsid w:val="00D14982"/>
    <w:rsid w:val="00D27B95"/>
    <w:rsid w:val="00D27FB0"/>
    <w:rsid w:val="00D31205"/>
    <w:rsid w:val="00D44CBE"/>
    <w:rsid w:val="00D53B21"/>
    <w:rsid w:val="00D74F7F"/>
    <w:rsid w:val="00D81BE0"/>
    <w:rsid w:val="00D83DD2"/>
    <w:rsid w:val="00D87C8B"/>
    <w:rsid w:val="00DA1E29"/>
    <w:rsid w:val="00DA6190"/>
    <w:rsid w:val="00DB0E5E"/>
    <w:rsid w:val="00DB186E"/>
    <w:rsid w:val="00DB58EB"/>
    <w:rsid w:val="00DB71DC"/>
    <w:rsid w:val="00DD5A31"/>
    <w:rsid w:val="00DE0B9F"/>
    <w:rsid w:val="00E12B0A"/>
    <w:rsid w:val="00E17049"/>
    <w:rsid w:val="00E24328"/>
    <w:rsid w:val="00E30229"/>
    <w:rsid w:val="00E474C6"/>
    <w:rsid w:val="00E47DC0"/>
    <w:rsid w:val="00E50124"/>
    <w:rsid w:val="00E51302"/>
    <w:rsid w:val="00E527A2"/>
    <w:rsid w:val="00E62E4C"/>
    <w:rsid w:val="00E6458A"/>
    <w:rsid w:val="00E857C4"/>
    <w:rsid w:val="00E8619F"/>
    <w:rsid w:val="00E94213"/>
    <w:rsid w:val="00EA46F4"/>
    <w:rsid w:val="00EB1E53"/>
    <w:rsid w:val="00ED51A2"/>
    <w:rsid w:val="00EE18B1"/>
    <w:rsid w:val="00EF0631"/>
    <w:rsid w:val="00F0583F"/>
    <w:rsid w:val="00F16D28"/>
    <w:rsid w:val="00F21A2F"/>
    <w:rsid w:val="00F33141"/>
    <w:rsid w:val="00F37378"/>
    <w:rsid w:val="00F55CD9"/>
    <w:rsid w:val="00F63608"/>
    <w:rsid w:val="00F65C4B"/>
    <w:rsid w:val="00F71059"/>
    <w:rsid w:val="00F84040"/>
    <w:rsid w:val="00F85269"/>
    <w:rsid w:val="00F9034D"/>
    <w:rsid w:val="00FA05BB"/>
    <w:rsid w:val="00FA0999"/>
    <w:rsid w:val="00FA4302"/>
    <w:rsid w:val="00FC059D"/>
    <w:rsid w:val="00FE0429"/>
    <w:rsid w:val="00FF0F04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11634"/>
  <w15:chartTrackingRefBased/>
  <w15:docId w15:val="{009E86C6-1096-4F9D-9037-CC6D1883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1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3" w:qFormat="1"/>
    <w:lsdException w:name="Salutation" w:semiHidden="1"/>
    <w:lsdException w:name="Date" w:uiPriority="2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 w:unhideWhenUsed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4B7"/>
    <w:pPr>
      <w:spacing w:after="180" w:line="288" w:lineRule="auto"/>
    </w:p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E6DA4"/>
    <w:pPr>
      <w:keepNext/>
      <w:keepLines/>
      <w:pageBreakBefore/>
      <w:numPr>
        <w:numId w:val="17"/>
      </w:numPr>
      <w:spacing w:before="240"/>
      <w:ind w:left="-23"/>
      <w:outlineLvl w:val="0"/>
    </w:pPr>
    <w:rPr>
      <w:rFonts w:asciiTheme="majorHAnsi" w:eastAsiaTheme="majorEastAsia" w:hAnsiTheme="majorHAnsi" w:cstheme="majorBidi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4D526C"/>
    <w:pPr>
      <w:keepNext/>
      <w:keepLines/>
      <w:numPr>
        <w:ilvl w:val="1"/>
        <w:numId w:val="17"/>
      </w:numPr>
      <w:tabs>
        <w:tab w:val="clear" w:pos="851"/>
        <w:tab w:val="left" w:pos="885"/>
      </w:tabs>
      <w:spacing w:before="240"/>
      <w:outlineLvl w:val="1"/>
    </w:pPr>
    <w:rPr>
      <w:rFonts w:asciiTheme="majorHAnsi" w:eastAsiaTheme="majorEastAsia" w:hAnsiTheme="majorHAnsi" w:cstheme="majorBidi"/>
      <w:color w:val="009639" w:themeColor="text2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4D526C"/>
    <w:pPr>
      <w:keepNext/>
      <w:keepLines/>
      <w:numPr>
        <w:ilvl w:val="2"/>
        <w:numId w:val="17"/>
      </w:numPr>
      <w:spacing w:before="24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4D526C"/>
    <w:pPr>
      <w:keepNext/>
      <w:keepLines/>
      <w:numPr>
        <w:ilvl w:val="3"/>
        <w:numId w:val="17"/>
      </w:numPr>
      <w:spacing w:before="240"/>
      <w:outlineLvl w:val="3"/>
    </w:pPr>
    <w:rPr>
      <w:rFonts w:asciiTheme="majorHAnsi" w:eastAsiaTheme="majorEastAsia" w:hAnsiTheme="majorHAnsi" w:cstheme="majorBidi"/>
      <w:iCs/>
      <w:color w:val="009639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D526C"/>
    <w:pPr>
      <w:keepNext/>
      <w:keepLines/>
      <w:numPr>
        <w:ilvl w:val="4"/>
        <w:numId w:val="17"/>
      </w:numPr>
      <w:spacing w:before="240"/>
      <w:outlineLvl w:val="4"/>
    </w:pPr>
    <w:rPr>
      <w:rFonts w:asciiTheme="majorHAnsi" w:eastAsiaTheme="majorEastAsia" w:hAnsiTheme="majorHAnsi" w:cstheme="majorBidi"/>
      <w:color w:val="009639" w:themeColor="text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4D526C"/>
    <w:pPr>
      <w:keepNext/>
      <w:keepLines/>
      <w:numPr>
        <w:ilvl w:val="5"/>
        <w:numId w:val="17"/>
      </w:numPr>
      <w:spacing w:before="240"/>
      <w:outlineLvl w:val="5"/>
    </w:pPr>
    <w:rPr>
      <w:rFonts w:asciiTheme="majorHAnsi" w:eastAsiaTheme="majorEastAsia" w:hAnsiTheme="majorHAnsi" w:cstheme="majorBidi"/>
      <w:color w:val="009639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4D526C"/>
    <w:pPr>
      <w:keepNext/>
      <w:keepLines/>
      <w:numPr>
        <w:ilvl w:val="6"/>
        <w:numId w:val="17"/>
      </w:numPr>
      <w:spacing w:before="240"/>
      <w:outlineLvl w:val="6"/>
    </w:pPr>
    <w:rPr>
      <w:rFonts w:asciiTheme="majorHAnsi" w:eastAsiaTheme="majorEastAsia" w:hAnsiTheme="majorHAnsi" w:cstheme="majorBidi"/>
      <w:iCs/>
      <w:color w:val="009639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01D7D"/>
    <w:pPr>
      <w:keepNext/>
      <w:keepLines/>
      <w:numPr>
        <w:ilvl w:val="7"/>
        <w:numId w:val="17"/>
      </w:numPr>
      <w:spacing w:before="2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01D7D"/>
    <w:pPr>
      <w:keepNext/>
      <w:keepLines/>
      <w:numPr>
        <w:ilvl w:val="8"/>
        <w:numId w:val="17"/>
      </w:numPr>
      <w:spacing w:before="240"/>
      <w:outlineLvl w:val="8"/>
    </w:pPr>
    <w:rPr>
      <w:rFonts w:asciiTheme="majorHAnsi" w:eastAsiaTheme="majorEastAsia" w:hAnsiTheme="majorHAnsi" w:cstheme="majorBidi"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745BB3"/>
    <w:rPr>
      <w:rFonts w:asciiTheme="majorHAnsi" w:eastAsiaTheme="majorEastAsia" w:hAnsiTheme="majorHAnsi" w:cstheme="majorBidi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5BB3"/>
    <w:rPr>
      <w:rFonts w:asciiTheme="majorHAnsi" w:eastAsiaTheme="majorEastAsia" w:hAnsiTheme="majorHAnsi" w:cstheme="majorBidi"/>
      <w:color w:val="009639" w:themeColor="text2"/>
      <w:sz w:val="3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5BB3"/>
    <w:rPr>
      <w:rFonts w:asciiTheme="majorHAnsi" w:eastAsiaTheme="majorEastAsia" w:hAnsiTheme="majorHAnsi" w:cstheme="majorBidi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5BB3"/>
    <w:rPr>
      <w:rFonts w:asciiTheme="majorHAnsi" w:eastAsiaTheme="majorEastAsia" w:hAnsiTheme="majorHAnsi" w:cstheme="majorBidi"/>
      <w:iCs/>
      <w:color w:val="009639" w:themeColor="text2"/>
      <w:sz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5BB3"/>
    <w:rPr>
      <w:rFonts w:asciiTheme="majorHAnsi" w:eastAsiaTheme="majorEastAsia" w:hAnsiTheme="majorHAnsi" w:cstheme="majorBidi"/>
      <w:color w:val="009639" w:themeColor="text2"/>
      <w:sz w:val="26"/>
    </w:rPr>
  </w:style>
  <w:style w:type="paragraph" w:styleId="Header">
    <w:name w:val="header"/>
    <w:basedOn w:val="Normal"/>
    <w:link w:val="HeaderChar"/>
    <w:uiPriority w:val="99"/>
    <w:semiHidden/>
    <w:rsid w:val="007575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5BB3"/>
  </w:style>
  <w:style w:type="paragraph" w:styleId="Footer">
    <w:name w:val="footer"/>
    <w:basedOn w:val="Normal"/>
    <w:link w:val="FooterChar"/>
    <w:uiPriority w:val="99"/>
    <w:semiHidden/>
    <w:rsid w:val="00B71815"/>
    <w:pPr>
      <w:tabs>
        <w:tab w:val="center" w:pos="4680"/>
        <w:tab w:val="right" w:pos="9360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45BB3"/>
    <w:rPr>
      <w:sz w:val="18"/>
    </w:rPr>
  </w:style>
  <w:style w:type="table" w:styleId="TableGrid">
    <w:name w:val="Table Grid"/>
    <w:basedOn w:val="TableNormal"/>
    <w:uiPriority w:val="39"/>
    <w:rsid w:val="00757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1"/>
    <w:semiHidden/>
    <w:qFormat/>
    <w:rsid w:val="00353FB4"/>
    <w:pPr>
      <w:spacing w:before="960" w:after="240"/>
      <w:ind w:left="-34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1"/>
    <w:semiHidden/>
    <w:rsid w:val="00745BB3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customStyle="1" w:styleId="FrontPageLeading">
    <w:name w:val="Front Page Leading"/>
    <w:basedOn w:val="Normal"/>
    <w:uiPriority w:val="12"/>
    <w:semiHidden/>
    <w:qFormat/>
    <w:rsid w:val="002A168F"/>
    <w:pPr>
      <w:spacing w:after="240"/>
    </w:pPr>
    <w:rPr>
      <w:rFonts w:cs="TitilliumText14L-250wt"/>
      <w:noProof/>
      <w:color w:val="009639" w:themeColor="text2"/>
      <w:kern w:val="86"/>
      <w:sz w:val="30"/>
      <w:szCs w:val="86"/>
      <w14:ligatures w14:val="all"/>
    </w:rPr>
  </w:style>
  <w:style w:type="paragraph" w:styleId="TOCHeading">
    <w:name w:val="TOC Heading"/>
    <w:basedOn w:val="Normal"/>
    <w:next w:val="Normal"/>
    <w:uiPriority w:val="39"/>
    <w:semiHidden/>
    <w:qFormat/>
    <w:rsid w:val="008E6DA4"/>
    <w:pPr>
      <w:spacing w:before="240"/>
      <w:ind w:left="-23"/>
    </w:pPr>
    <w:rPr>
      <w:sz w:val="52"/>
    </w:rPr>
  </w:style>
  <w:style w:type="paragraph" w:styleId="TOC1">
    <w:name w:val="toc 1"/>
    <w:basedOn w:val="Normal"/>
    <w:next w:val="Normal"/>
    <w:autoRedefine/>
    <w:uiPriority w:val="39"/>
    <w:semiHidden/>
    <w:rsid w:val="004D526C"/>
    <w:pPr>
      <w:spacing w:after="120"/>
    </w:pPr>
    <w:rPr>
      <w:color w:val="009639" w:themeColor="text2"/>
      <w:sz w:val="28"/>
    </w:rPr>
  </w:style>
  <w:style w:type="character" w:styleId="Hyperlink">
    <w:name w:val="Hyperlink"/>
    <w:basedOn w:val="DefaultParagraphFont"/>
    <w:uiPriority w:val="99"/>
    <w:semiHidden/>
    <w:rsid w:val="005371E1"/>
    <w:rPr>
      <w:color w:val="783BBD" w:themeColor="hyperlink"/>
      <w:u w:val="single"/>
    </w:rPr>
  </w:style>
  <w:style w:type="paragraph" w:customStyle="1" w:styleId="PageNum">
    <w:name w:val="PageNum"/>
    <w:basedOn w:val="Footer"/>
    <w:uiPriority w:val="10"/>
    <w:semiHidden/>
    <w:qFormat/>
    <w:rsid w:val="005D5F13"/>
    <w:pPr>
      <w:jc w:val="right"/>
    </w:pPr>
    <w:rPr>
      <w:color w:val="009639" w:themeColor="text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5BB3"/>
    <w:rPr>
      <w:rFonts w:asciiTheme="majorHAnsi" w:eastAsiaTheme="majorEastAsia" w:hAnsiTheme="majorHAnsi" w:cstheme="majorBidi"/>
      <w:color w:val="009639" w:themeColor="accent1"/>
      <w:sz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9A9"/>
    <w:rPr>
      <w:rFonts w:asciiTheme="majorHAnsi" w:eastAsiaTheme="majorEastAsia" w:hAnsiTheme="majorHAnsi" w:cstheme="majorBidi"/>
      <w:iCs/>
      <w:color w:val="009639" w:themeColor="accen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9A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9A9"/>
    <w:rPr>
      <w:rFonts w:asciiTheme="majorHAnsi" w:eastAsiaTheme="majorEastAsia" w:hAnsiTheme="majorHAnsi" w:cstheme="majorBidi"/>
      <w:iCs/>
      <w:color w:val="272727" w:themeColor="text1" w:themeTint="D8"/>
      <w:sz w:val="21"/>
      <w:szCs w:val="21"/>
    </w:rPr>
  </w:style>
  <w:style w:type="paragraph" w:customStyle="1" w:styleId="Leading">
    <w:name w:val="Leading"/>
    <w:basedOn w:val="Normal"/>
    <w:uiPriority w:val="2"/>
    <w:semiHidden/>
    <w:qFormat/>
    <w:rsid w:val="002A168F"/>
  </w:style>
  <w:style w:type="paragraph" w:customStyle="1" w:styleId="Highlighted">
    <w:name w:val="Highlighted"/>
    <w:basedOn w:val="Normal"/>
    <w:link w:val="HighlightedChar"/>
    <w:uiPriority w:val="1"/>
    <w:semiHidden/>
    <w:qFormat/>
    <w:rsid w:val="002A168F"/>
    <w:rPr>
      <w:color w:val="009639" w:themeColor="text2"/>
    </w:rPr>
  </w:style>
  <w:style w:type="paragraph" w:customStyle="1" w:styleId="QuoteParagraph">
    <w:name w:val="Quote Paragraph"/>
    <w:basedOn w:val="Normal"/>
    <w:uiPriority w:val="14"/>
    <w:semiHidden/>
    <w:qFormat/>
    <w:rsid w:val="0078306F"/>
    <w:pPr>
      <w:ind w:left="720"/>
    </w:pPr>
    <w:rPr>
      <w:color w:val="009639" w:themeColor="text2"/>
    </w:rPr>
  </w:style>
  <w:style w:type="character" w:customStyle="1" w:styleId="HighlightedChar">
    <w:name w:val="Highlighted Char"/>
    <w:basedOn w:val="DefaultParagraphFont"/>
    <w:link w:val="Highlighted"/>
    <w:uiPriority w:val="1"/>
    <w:semiHidden/>
    <w:rsid w:val="00745BB3"/>
    <w:rPr>
      <w:color w:val="009639" w:themeColor="text2"/>
    </w:rPr>
  </w:style>
  <w:style w:type="paragraph" w:customStyle="1" w:styleId="QuoteinBox">
    <w:name w:val="Quote in Box"/>
    <w:basedOn w:val="QuoteParagraph"/>
    <w:uiPriority w:val="14"/>
    <w:semiHidden/>
    <w:qFormat/>
    <w:rsid w:val="002378ED"/>
    <w:pPr>
      <w:pBdr>
        <w:top w:val="single" w:sz="4" w:space="1" w:color="009639" w:themeColor="text2"/>
        <w:left w:val="single" w:sz="4" w:space="4" w:color="009639" w:themeColor="text2"/>
        <w:bottom w:val="single" w:sz="4" w:space="1" w:color="009639" w:themeColor="text2"/>
        <w:right w:val="single" w:sz="4" w:space="4" w:color="009639" w:themeColor="text2"/>
      </w:pBdr>
    </w:pPr>
  </w:style>
  <w:style w:type="paragraph" w:customStyle="1" w:styleId="EmployeeName">
    <w:name w:val="Employee Name"/>
    <w:basedOn w:val="Normal"/>
    <w:uiPriority w:val="17"/>
    <w:semiHidden/>
    <w:qFormat/>
    <w:rsid w:val="00FF0F04"/>
  </w:style>
  <w:style w:type="paragraph" w:customStyle="1" w:styleId="EmployeeDetails">
    <w:name w:val="Employee Details"/>
    <w:basedOn w:val="Normal"/>
    <w:uiPriority w:val="17"/>
    <w:semiHidden/>
    <w:qFormat/>
    <w:rsid w:val="00FF0F04"/>
  </w:style>
  <w:style w:type="paragraph" w:customStyle="1" w:styleId="EmployeeHighlights">
    <w:name w:val="Employee Highlights"/>
    <w:basedOn w:val="EmployeeDetails"/>
    <w:uiPriority w:val="17"/>
    <w:semiHidden/>
    <w:qFormat/>
    <w:rsid w:val="00FF0F04"/>
    <w:rPr>
      <w:color w:val="009639" w:themeColor="text2"/>
      <w:sz w:val="18"/>
    </w:rPr>
  </w:style>
  <w:style w:type="paragraph" w:customStyle="1" w:styleId="SidebarSubtitle">
    <w:name w:val="Sidebar Subtitle"/>
    <w:basedOn w:val="Normal"/>
    <w:uiPriority w:val="16"/>
    <w:semiHidden/>
    <w:qFormat/>
    <w:rsid w:val="001C7E2A"/>
    <w:rPr>
      <w:sz w:val="20"/>
      <w:u w:val="single"/>
    </w:rPr>
  </w:style>
  <w:style w:type="paragraph" w:customStyle="1" w:styleId="SidebarText">
    <w:name w:val="Sidebar Text"/>
    <w:basedOn w:val="Normal"/>
    <w:uiPriority w:val="16"/>
    <w:semiHidden/>
    <w:qFormat/>
    <w:rsid w:val="00FF0F04"/>
    <w:rPr>
      <w:sz w:val="20"/>
    </w:rPr>
  </w:style>
  <w:style w:type="paragraph" w:styleId="ListParagraph">
    <w:name w:val="List Paragraph"/>
    <w:basedOn w:val="Normal"/>
    <w:uiPriority w:val="34"/>
    <w:qFormat/>
    <w:rsid w:val="007C21E5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semiHidden/>
    <w:rsid w:val="004D526C"/>
    <w:pPr>
      <w:spacing w:after="120"/>
      <w:ind w:left="221"/>
    </w:pPr>
  </w:style>
  <w:style w:type="paragraph" w:styleId="TOC3">
    <w:name w:val="toc 3"/>
    <w:basedOn w:val="Normal"/>
    <w:next w:val="Normal"/>
    <w:autoRedefine/>
    <w:uiPriority w:val="39"/>
    <w:semiHidden/>
    <w:rsid w:val="004D526C"/>
    <w:pPr>
      <w:spacing w:after="120"/>
      <w:ind w:left="442"/>
    </w:pPr>
  </w:style>
  <w:style w:type="numbering" w:customStyle="1" w:styleId="NumberedList">
    <w:name w:val="Numbered List"/>
    <w:basedOn w:val="NoList"/>
    <w:uiPriority w:val="99"/>
    <w:rsid w:val="006656B1"/>
    <w:pPr>
      <w:numPr>
        <w:numId w:val="5"/>
      </w:numPr>
    </w:pPr>
  </w:style>
  <w:style w:type="numbering" w:customStyle="1" w:styleId="BulletedList">
    <w:name w:val="Bulleted List"/>
    <w:basedOn w:val="NoList"/>
    <w:uiPriority w:val="99"/>
    <w:rsid w:val="005F7773"/>
    <w:pPr>
      <w:numPr>
        <w:numId w:val="8"/>
      </w:numPr>
    </w:pPr>
  </w:style>
  <w:style w:type="table" w:styleId="TableGrid3">
    <w:name w:val="Table Grid 3"/>
    <w:basedOn w:val="TableNormal"/>
    <w:uiPriority w:val="99"/>
    <w:semiHidden/>
    <w:unhideWhenUsed/>
    <w:rsid w:val="004846B7"/>
    <w:pPr>
      <w:spacing w:line="288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idebarLeftContent">
    <w:name w:val="Sidebar Left Content"/>
    <w:basedOn w:val="Normal"/>
    <w:uiPriority w:val="16"/>
    <w:semiHidden/>
    <w:qFormat/>
    <w:rsid w:val="00674382"/>
    <w:pPr>
      <w:spacing w:after="240"/>
    </w:pPr>
    <w:rPr>
      <w:sz w:val="20"/>
    </w:rPr>
  </w:style>
  <w:style w:type="paragraph" w:customStyle="1" w:styleId="HighlightedUnderline">
    <w:name w:val="Highlighted Underline"/>
    <w:basedOn w:val="Highlighted"/>
    <w:uiPriority w:val="23"/>
    <w:semiHidden/>
    <w:qFormat/>
    <w:rsid w:val="00C62AF5"/>
    <w:rPr>
      <w:color w:val="auto"/>
      <w:u w:val="single"/>
    </w:rPr>
  </w:style>
  <w:style w:type="paragraph" w:styleId="Subtitle">
    <w:name w:val="Subtitle"/>
    <w:basedOn w:val="Normal"/>
    <w:next w:val="Normal"/>
    <w:link w:val="SubtitleChar"/>
    <w:uiPriority w:val="13"/>
    <w:semiHidden/>
    <w:qFormat/>
    <w:rsid w:val="004D526C"/>
    <w:pPr>
      <w:numPr>
        <w:ilvl w:val="1"/>
      </w:numPr>
      <w:spacing w:before="240"/>
    </w:pPr>
    <w:rPr>
      <w:rFonts w:eastAsiaTheme="minorEastAsia"/>
      <w:color w:val="009639" w:themeColor="text2"/>
    </w:rPr>
  </w:style>
  <w:style w:type="character" w:customStyle="1" w:styleId="SubtitleChar">
    <w:name w:val="Subtitle Char"/>
    <w:basedOn w:val="DefaultParagraphFont"/>
    <w:link w:val="Subtitle"/>
    <w:uiPriority w:val="13"/>
    <w:semiHidden/>
    <w:rsid w:val="00745BB3"/>
    <w:rPr>
      <w:rFonts w:eastAsiaTheme="minorEastAsia"/>
      <w:color w:val="009639" w:themeColor="text2"/>
    </w:rPr>
  </w:style>
  <w:style w:type="table" w:styleId="GridTable5Dark-Accent2">
    <w:name w:val="Grid Table 5 Dark Accent 2"/>
    <w:basedOn w:val="TableNormal"/>
    <w:uiPriority w:val="50"/>
    <w:rsid w:val="00B96B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D7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3CB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3CB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83CB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83CBD" w:themeFill="accent2"/>
      </w:tcPr>
    </w:tblStylePr>
    <w:tblStylePr w:type="band1Vert">
      <w:tblPr/>
      <w:tcPr>
        <w:shd w:val="clear" w:color="auto" w:fill="C8AFE5" w:themeFill="accent2" w:themeFillTint="66"/>
      </w:tcPr>
    </w:tblStylePr>
    <w:tblStylePr w:type="band1Horz">
      <w:tblPr/>
      <w:tcPr>
        <w:shd w:val="clear" w:color="auto" w:fill="C8AFE5" w:themeFill="accent2" w:themeFillTint="66"/>
      </w:tcPr>
    </w:tblStylePr>
  </w:style>
  <w:style w:type="table" w:customStyle="1" w:styleId="NortalTable4">
    <w:name w:val="Nortal Table 4"/>
    <w:basedOn w:val="GridTable5Dark-Accent4"/>
    <w:uiPriority w:val="99"/>
    <w:rsid w:val="00D81BE0"/>
    <w:pPr>
      <w:spacing w:line="288" w:lineRule="auto"/>
      <w:contextualSpacing/>
    </w:pPr>
    <w:tblPr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EAE3F6" w:themeFill="accent4" w:themeFillTint="33"/>
    </w:tcPr>
    <w:tblStylePr w:type="firstRow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78D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78D3" w:themeFill="accent4"/>
      </w:tcPr>
    </w:tblStylePr>
    <w:tblStylePr w:type="firstCol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778D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778D3" w:themeFill="accent4"/>
      </w:tcPr>
    </w:tblStylePr>
    <w:tblStylePr w:type="band1Vert">
      <w:tblPr/>
      <w:tcPr>
        <w:shd w:val="clear" w:color="auto" w:fill="D5C8ED" w:themeFill="accent4" w:themeFillTint="66"/>
      </w:tcPr>
    </w:tblStylePr>
    <w:tblStylePr w:type="band1Horz">
      <w:tblPr/>
      <w:tcPr>
        <w:shd w:val="clear" w:color="auto" w:fill="D5C8ED" w:themeFill="accent4" w:themeFillTint="66"/>
      </w:tcPr>
    </w:tblStylePr>
  </w:style>
  <w:style w:type="paragraph" w:styleId="NoSpacing">
    <w:name w:val="No Spacing"/>
    <w:uiPriority w:val="17"/>
    <w:semiHidden/>
    <w:qFormat/>
    <w:rsid w:val="00484343"/>
    <w:pPr>
      <w:spacing w:after="0" w:line="240" w:lineRule="auto"/>
      <w:jc w:val="both"/>
    </w:pPr>
  </w:style>
  <w:style w:type="table" w:customStyle="1" w:styleId="NortalTable2">
    <w:name w:val="Nortal Table 2"/>
    <w:basedOn w:val="GridTable5Dark-Accent2"/>
    <w:uiPriority w:val="99"/>
    <w:rsid w:val="00290923"/>
    <w:pPr>
      <w:spacing w:line="288" w:lineRule="auto"/>
      <w:contextualSpacing/>
    </w:pPr>
    <w:tblPr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E3D7F2" w:themeFill="accent2" w:themeFillTint="33"/>
    </w:tcPr>
    <w:tblStylePr w:type="firstRow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3CB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3CBD" w:themeFill="accent2"/>
      </w:tcPr>
    </w:tblStylePr>
    <w:tblStylePr w:type="firstCol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83CB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83CBD" w:themeFill="accent2"/>
      </w:tcPr>
    </w:tblStylePr>
    <w:tblStylePr w:type="band1Vert">
      <w:tblPr/>
      <w:tcPr>
        <w:shd w:val="clear" w:color="auto" w:fill="C8AFE5" w:themeFill="accent2" w:themeFillTint="66"/>
      </w:tcPr>
    </w:tblStylePr>
    <w:tblStylePr w:type="band1Horz">
      <w:tblPr/>
      <w:tcPr>
        <w:shd w:val="clear" w:color="auto" w:fill="C8AFE5" w:themeFill="accent2" w:themeFillTint="66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02FB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83CB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1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2D8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2D8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2D8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2D8D" w:themeFill="accent2" w:themeFillShade="BF"/>
      </w:tcPr>
    </w:tblStylePr>
  </w:style>
  <w:style w:type="table" w:styleId="ListTable5Dark-Accent2">
    <w:name w:val="List Table 5 Dark Accent 2"/>
    <w:basedOn w:val="TableNormal"/>
    <w:uiPriority w:val="50"/>
    <w:rsid w:val="00C02FB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83CBD" w:themeColor="accent2"/>
        <w:left w:val="single" w:sz="24" w:space="0" w:color="783CBD" w:themeColor="accent2"/>
        <w:bottom w:val="single" w:sz="24" w:space="0" w:color="783CBD" w:themeColor="accent2"/>
        <w:right w:val="single" w:sz="24" w:space="0" w:color="783CBD" w:themeColor="accent2"/>
      </w:tblBorders>
    </w:tblPr>
    <w:tcPr>
      <w:shd w:val="clear" w:color="auto" w:fill="783CB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NortalTable3">
    <w:name w:val="Nortal Table 3"/>
    <w:basedOn w:val="GridTable5Dark-Accent3"/>
    <w:uiPriority w:val="99"/>
    <w:rsid w:val="00290923"/>
    <w:pPr>
      <w:spacing w:line="288" w:lineRule="auto"/>
      <w:contextualSpacing/>
    </w:pPr>
    <w:tblPr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CFFDD" w:themeFill="accent3" w:themeFillTint="33"/>
    </w:tcPr>
    <w:tblStylePr w:type="firstRow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13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13A" w:themeFill="accent3"/>
      </w:tcPr>
    </w:tblStylePr>
    <w:tblStylePr w:type="firstCol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613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613A" w:themeFill="accent3"/>
      </w:tcPr>
    </w:tblStylePr>
    <w:tblStylePr w:type="band1Vert">
      <w:tblPr/>
      <w:tcPr>
        <w:shd w:val="clear" w:color="auto" w:fill="59FFBC" w:themeFill="accent3" w:themeFillTint="66"/>
      </w:tcPr>
    </w:tblStylePr>
    <w:tblStylePr w:type="band1Horz">
      <w:tblPr/>
      <w:tcPr>
        <w:shd w:val="clear" w:color="auto" w:fill="59FFBC" w:themeFill="accent3" w:themeFillTint="66"/>
      </w:tcPr>
    </w:tblStylePr>
  </w:style>
  <w:style w:type="table" w:styleId="GridTable4-Accent4">
    <w:name w:val="Grid Table 4 Accent 4"/>
    <w:basedOn w:val="TableNormal"/>
    <w:uiPriority w:val="49"/>
    <w:rsid w:val="00267DF5"/>
    <w:pPr>
      <w:spacing w:after="0" w:line="240" w:lineRule="auto"/>
    </w:pPr>
    <w:tblPr>
      <w:tblStyleRowBandSize w:val="1"/>
      <w:tblStyleColBandSize w:val="1"/>
      <w:tblBorders>
        <w:top w:val="single" w:sz="4" w:space="0" w:color="C0ADE4" w:themeColor="accent4" w:themeTint="99"/>
        <w:left w:val="single" w:sz="4" w:space="0" w:color="C0ADE4" w:themeColor="accent4" w:themeTint="99"/>
        <w:bottom w:val="single" w:sz="4" w:space="0" w:color="C0ADE4" w:themeColor="accent4" w:themeTint="99"/>
        <w:right w:val="single" w:sz="4" w:space="0" w:color="C0ADE4" w:themeColor="accent4" w:themeTint="99"/>
        <w:insideH w:val="single" w:sz="4" w:space="0" w:color="C0ADE4" w:themeColor="accent4" w:themeTint="99"/>
        <w:insideV w:val="single" w:sz="4" w:space="0" w:color="C0ADE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78D3" w:themeColor="accent4"/>
          <w:left w:val="single" w:sz="4" w:space="0" w:color="9778D3" w:themeColor="accent4"/>
          <w:bottom w:val="single" w:sz="4" w:space="0" w:color="9778D3" w:themeColor="accent4"/>
          <w:right w:val="single" w:sz="4" w:space="0" w:color="9778D3" w:themeColor="accent4"/>
          <w:insideH w:val="nil"/>
          <w:insideV w:val="nil"/>
        </w:tcBorders>
        <w:shd w:val="clear" w:color="auto" w:fill="9778D3" w:themeFill="accent4"/>
      </w:tcPr>
    </w:tblStylePr>
    <w:tblStylePr w:type="lastRow">
      <w:rPr>
        <w:b/>
        <w:bCs/>
      </w:rPr>
      <w:tblPr/>
      <w:tcPr>
        <w:tcBorders>
          <w:top w:val="double" w:sz="4" w:space="0" w:color="9778D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3F6" w:themeFill="accent4" w:themeFillTint="33"/>
      </w:tcPr>
    </w:tblStylePr>
    <w:tblStylePr w:type="band1Horz">
      <w:tblPr/>
      <w:tcPr>
        <w:shd w:val="clear" w:color="auto" w:fill="EAE3F6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rsid w:val="00267D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CFF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13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13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613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613A" w:themeFill="accent3"/>
      </w:tcPr>
    </w:tblStylePr>
    <w:tblStylePr w:type="band1Vert">
      <w:tblPr/>
      <w:tcPr>
        <w:shd w:val="clear" w:color="auto" w:fill="59FFBC" w:themeFill="accent3" w:themeFillTint="66"/>
      </w:tcPr>
    </w:tblStylePr>
    <w:tblStylePr w:type="band1Horz">
      <w:tblPr/>
      <w:tcPr>
        <w:shd w:val="clear" w:color="auto" w:fill="59FFBC" w:themeFill="accent3" w:themeFillTint="66"/>
      </w:tcPr>
    </w:tblStylePr>
  </w:style>
  <w:style w:type="table" w:customStyle="1" w:styleId="NortalTable1">
    <w:name w:val="Nortal Table 1"/>
    <w:basedOn w:val="GridTable5Dark-Accent1"/>
    <w:uiPriority w:val="99"/>
    <w:rsid w:val="00103325"/>
    <w:pPr>
      <w:spacing w:line="288" w:lineRule="auto"/>
      <w:contextualSpacing/>
    </w:pPr>
    <w:tblPr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B7FFD2" w:themeFill="accent1" w:themeFillTint="33"/>
    </w:tcPr>
    <w:tblStylePr w:type="firstRow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3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39" w:themeFill="accent1"/>
      </w:tcPr>
    </w:tblStylePr>
    <w:tblStylePr w:type="firstCol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63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639" w:themeFill="accent1"/>
      </w:tcPr>
    </w:tblStylePr>
    <w:tblStylePr w:type="band1Vert">
      <w:tblPr/>
      <w:tcPr>
        <w:shd w:val="clear" w:color="auto" w:fill="6FFFA5" w:themeFill="accent1" w:themeFillTint="66"/>
      </w:tcPr>
    </w:tblStylePr>
    <w:tblStylePr w:type="band1Horz">
      <w:tblPr/>
      <w:tcPr>
        <w:shd w:val="clear" w:color="auto" w:fill="6FFFA5" w:themeFill="accent1" w:themeFillTint="66"/>
      </w:tcPr>
    </w:tblStylePr>
  </w:style>
  <w:style w:type="table" w:styleId="ListTable5Dark-Accent4">
    <w:name w:val="List Table 5 Dark Accent 4"/>
    <w:basedOn w:val="TableNormal"/>
    <w:uiPriority w:val="50"/>
    <w:rsid w:val="00267DF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778D3" w:themeColor="accent4"/>
        <w:left w:val="single" w:sz="24" w:space="0" w:color="9778D3" w:themeColor="accent4"/>
        <w:bottom w:val="single" w:sz="24" w:space="0" w:color="9778D3" w:themeColor="accent4"/>
        <w:right w:val="single" w:sz="24" w:space="0" w:color="9778D3" w:themeColor="accent4"/>
      </w:tblBorders>
    </w:tblPr>
    <w:tcPr>
      <w:shd w:val="clear" w:color="auto" w:fill="9778D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NortalTable6">
    <w:name w:val="Nortal Table 6"/>
    <w:basedOn w:val="GridTable5Dark-Accent6"/>
    <w:uiPriority w:val="99"/>
    <w:rsid w:val="00290923"/>
    <w:pPr>
      <w:spacing w:line="288" w:lineRule="auto"/>
      <w:contextualSpacing/>
    </w:pPr>
    <w:tblPr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F0EFF8" w:themeFill="accent6" w:themeFillTint="33"/>
    </w:tcPr>
    <w:tblStylePr w:type="firstRow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B4D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B4DF" w:themeFill="accent6"/>
      </w:tcPr>
    </w:tblStylePr>
    <w:tblStylePr w:type="firstCol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6B4D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6B4DF" w:themeFill="accent6"/>
      </w:tcPr>
    </w:tblStylePr>
    <w:tblStylePr w:type="band1Vert">
      <w:tblPr/>
      <w:tcPr>
        <w:shd w:val="clear" w:color="auto" w:fill="E1E0F2" w:themeFill="accent6" w:themeFillTint="66"/>
      </w:tcPr>
    </w:tblStylePr>
    <w:tblStylePr w:type="band1Horz">
      <w:tblPr/>
      <w:tcPr>
        <w:shd w:val="clear" w:color="auto" w:fill="E1E0F2" w:themeFill="accent6" w:themeFillTint="66"/>
      </w:tcPr>
    </w:tblStylePr>
  </w:style>
  <w:style w:type="table" w:styleId="ListTable5Dark-Accent5">
    <w:name w:val="List Table 5 Dark Accent 5"/>
    <w:basedOn w:val="TableNormal"/>
    <w:uiPriority w:val="50"/>
    <w:rsid w:val="00267DF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9E294" w:themeColor="accent5"/>
        <w:left w:val="single" w:sz="24" w:space="0" w:color="79E294" w:themeColor="accent5"/>
        <w:bottom w:val="single" w:sz="24" w:space="0" w:color="79E294" w:themeColor="accent5"/>
        <w:right w:val="single" w:sz="24" w:space="0" w:color="79E294" w:themeColor="accent5"/>
      </w:tblBorders>
    </w:tblPr>
    <w:tcPr>
      <w:shd w:val="clear" w:color="auto" w:fill="79E29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NortalTable-Default">
    <w:name w:val="Nortal Table - Default"/>
    <w:basedOn w:val="TableNormal"/>
    <w:uiPriority w:val="99"/>
    <w:rsid w:val="00290923"/>
    <w:pPr>
      <w:spacing w:after="0" w:line="288" w:lineRule="auto"/>
      <w:contextualSpacing/>
    </w:pPr>
    <w:tblPr>
      <w:tblBorders>
        <w:bottom w:val="single" w:sz="8" w:space="0" w:color="BFBFBF" w:themeColor="background2" w:themeShade="BF"/>
        <w:insideH w:val="single" w:sz="8" w:space="0" w:color="BFBFBF" w:themeColor="background2" w:themeShade="BF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tblPr/>
      <w:tcPr>
        <w:tcBorders>
          <w:top w:val="nil"/>
          <w:left w:val="nil"/>
          <w:bottom w:val="single" w:sz="12" w:space="0" w:color="009639" w:themeColor="text2"/>
          <w:right w:val="nil"/>
          <w:insideH w:val="nil"/>
          <w:insideV w:val="nil"/>
          <w:tl2br w:val="nil"/>
          <w:tr2bl w:val="nil"/>
        </w:tcBorders>
        <w:shd w:val="clear" w:color="auto" w:fill="CFFBDC"/>
      </w:tcPr>
    </w:tblStylePr>
    <w:tblStylePr w:type="firstCol">
      <w:tblPr/>
      <w:tcPr>
        <w:tcBorders>
          <w:top w:val="nil"/>
          <w:left w:val="nil"/>
          <w:bottom w:val="single" w:sz="8" w:space="0" w:color="CFFBDC"/>
          <w:right w:val="single" w:sz="12" w:space="0" w:color="009639" w:themeColor="text2"/>
          <w:insideH w:val="nil"/>
          <w:insideV w:val="nil"/>
          <w:tl2br w:val="nil"/>
          <w:tr2bl w:val="nil"/>
        </w:tcBorders>
        <w:shd w:val="clear" w:color="auto" w:fill="CFFBDC"/>
      </w:tcPr>
    </w:tblStylePr>
  </w:style>
  <w:style w:type="table" w:styleId="GridTable5Dark-Accent6">
    <w:name w:val="Grid Table 5 Dark Accent 6"/>
    <w:basedOn w:val="TableNormal"/>
    <w:uiPriority w:val="50"/>
    <w:rsid w:val="00267D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FF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B4D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B4D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6B4D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6B4DF" w:themeFill="accent6"/>
      </w:tcPr>
    </w:tblStylePr>
    <w:tblStylePr w:type="band1Vert">
      <w:tblPr/>
      <w:tcPr>
        <w:shd w:val="clear" w:color="auto" w:fill="E1E0F2" w:themeFill="accent6" w:themeFillTint="66"/>
      </w:tcPr>
    </w:tblStylePr>
    <w:tblStylePr w:type="band1Horz">
      <w:tblPr/>
      <w:tcPr>
        <w:shd w:val="clear" w:color="auto" w:fill="E1E0F2" w:themeFill="accent6" w:themeFillTint="66"/>
      </w:tcPr>
    </w:tblStylePr>
  </w:style>
  <w:style w:type="paragraph" w:customStyle="1" w:styleId="TableText">
    <w:name w:val="Table Text"/>
    <w:basedOn w:val="NoSpacing"/>
    <w:uiPriority w:val="17"/>
    <w:semiHidden/>
    <w:qFormat/>
    <w:rsid w:val="00ED51A2"/>
    <w:pPr>
      <w:spacing w:line="288" w:lineRule="auto"/>
      <w:contextualSpacing/>
      <w:jc w:val="left"/>
    </w:pPr>
  </w:style>
  <w:style w:type="table" w:styleId="GridTable5Dark-Accent4">
    <w:name w:val="Grid Table 5 Dark Accent 4"/>
    <w:basedOn w:val="TableNormal"/>
    <w:uiPriority w:val="50"/>
    <w:rsid w:val="003324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3F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78D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78D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778D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778D3" w:themeFill="accent4"/>
      </w:tcPr>
    </w:tblStylePr>
    <w:tblStylePr w:type="band1Vert">
      <w:tblPr/>
      <w:tcPr>
        <w:shd w:val="clear" w:color="auto" w:fill="D5C8ED" w:themeFill="accent4" w:themeFillTint="66"/>
      </w:tcPr>
    </w:tblStylePr>
    <w:tblStylePr w:type="band1Horz">
      <w:tblPr/>
      <w:tcPr>
        <w:shd w:val="clear" w:color="auto" w:fill="D5C8ED" w:themeFill="accent4" w:themeFillTint="66"/>
      </w:tcPr>
    </w:tblStylePr>
  </w:style>
  <w:style w:type="table" w:customStyle="1" w:styleId="NortalTable5">
    <w:name w:val="Nortal Table 5"/>
    <w:basedOn w:val="GridTable5Dark-Accent5"/>
    <w:uiPriority w:val="99"/>
    <w:rsid w:val="006B6B78"/>
    <w:pPr>
      <w:spacing w:line="288" w:lineRule="auto"/>
      <w:contextualSpacing/>
    </w:pPr>
    <w:tblPr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E4F9E9" w:themeFill="accent5" w:themeFillTint="33"/>
    </w:tcPr>
    <w:tblStylePr w:type="firstRow">
      <w:rPr>
        <w:b w:val="0"/>
        <w:bCs/>
        <w:color w:val="000000" w:themeColor="text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E29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E294" w:themeFill="accent5"/>
      </w:tcPr>
    </w:tblStylePr>
    <w:tblStylePr w:type="firstCol">
      <w:rPr>
        <w:b w:val="0"/>
        <w:bCs/>
        <w:color w:val="000000" w:themeColor="text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E29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E294" w:themeFill="accent5"/>
      </w:tcPr>
    </w:tblStylePr>
    <w:tblStylePr w:type="band1Vert">
      <w:tblPr/>
      <w:tcPr>
        <w:shd w:val="clear" w:color="auto" w:fill="C9F3D3" w:themeFill="accent5" w:themeFillTint="66"/>
      </w:tcPr>
    </w:tblStylePr>
    <w:tblStylePr w:type="band1Horz">
      <w:tblPr/>
      <w:tcPr>
        <w:shd w:val="clear" w:color="auto" w:fill="C9F3D3" w:themeFill="accent5" w:themeFillTint="66"/>
      </w:tcPr>
    </w:tblStylePr>
  </w:style>
  <w:style w:type="table" w:styleId="GridTable5Dark-Accent5">
    <w:name w:val="Grid Table 5 Dark Accent 5"/>
    <w:basedOn w:val="TableNormal"/>
    <w:uiPriority w:val="50"/>
    <w:rsid w:val="001033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9E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E29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E29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E29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E294" w:themeFill="accent5"/>
      </w:tcPr>
    </w:tblStylePr>
    <w:tblStylePr w:type="band1Vert">
      <w:tblPr/>
      <w:tcPr>
        <w:shd w:val="clear" w:color="auto" w:fill="C9F3D3" w:themeFill="accent5" w:themeFillTint="66"/>
      </w:tcPr>
    </w:tblStylePr>
    <w:tblStylePr w:type="band1Horz">
      <w:tblPr/>
      <w:tcPr>
        <w:shd w:val="clear" w:color="auto" w:fill="C9F3D3" w:themeFill="accent5" w:themeFillTint="66"/>
      </w:tcPr>
    </w:tblStylePr>
  </w:style>
  <w:style w:type="table" w:styleId="GridTable5Dark-Accent1">
    <w:name w:val="Grid Table 5 Dark Accent 1"/>
    <w:basedOn w:val="TableNormal"/>
    <w:uiPriority w:val="50"/>
    <w:rsid w:val="001033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7FF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3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3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63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639" w:themeFill="accent1"/>
      </w:tcPr>
    </w:tblStylePr>
    <w:tblStylePr w:type="band1Vert">
      <w:tblPr/>
      <w:tcPr>
        <w:shd w:val="clear" w:color="auto" w:fill="6FFFA5" w:themeFill="accent1" w:themeFillTint="66"/>
      </w:tcPr>
    </w:tblStylePr>
    <w:tblStylePr w:type="band1Horz">
      <w:tblPr/>
      <w:tcPr>
        <w:shd w:val="clear" w:color="auto" w:fill="6FFFA5" w:themeFill="accent1" w:themeFillTint="66"/>
      </w:tcPr>
    </w:tblStylePr>
  </w:style>
  <w:style w:type="paragraph" w:customStyle="1" w:styleId="Recipient">
    <w:name w:val="Recipient"/>
    <w:basedOn w:val="Normal"/>
    <w:qFormat/>
    <w:rsid w:val="00745BB3"/>
    <w:pPr>
      <w:contextualSpacing/>
    </w:pPr>
    <w:rPr>
      <w:sz w:val="18"/>
    </w:rPr>
  </w:style>
  <w:style w:type="paragraph" w:styleId="Date">
    <w:name w:val="Date"/>
    <w:basedOn w:val="Normal"/>
    <w:next w:val="Normal"/>
    <w:link w:val="DateChar"/>
    <w:uiPriority w:val="2"/>
    <w:rsid w:val="00AE7847"/>
  </w:style>
  <w:style w:type="character" w:customStyle="1" w:styleId="DateChar">
    <w:name w:val="Date Char"/>
    <w:basedOn w:val="DefaultParagraphFont"/>
    <w:link w:val="Date"/>
    <w:uiPriority w:val="2"/>
    <w:rsid w:val="00AE7847"/>
  </w:style>
  <w:style w:type="character" w:styleId="PlaceholderText">
    <w:name w:val="Placeholder Text"/>
    <w:basedOn w:val="DefaultParagraphFont"/>
    <w:uiPriority w:val="99"/>
    <w:semiHidden/>
    <w:rsid w:val="00745BB3"/>
    <w:rPr>
      <w:color w:val="808080"/>
    </w:rPr>
  </w:style>
  <w:style w:type="paragraph" w:customStyle="1" w:styleId="Sender">
    <w:name w:val="Sender"/>
    <w:basedOn w:val="Recipient"/>
    <w:qFormat/>
    <w:rsid w:val="00412C4C"/>
    <w:rPr>
      <w:bCs/>
    </w:rPr>
  </w:style>
  <w:style w:type="paragraph" w:customStyle="1" w:styleId="Default">
    <w:name w:val="Default"/>
    <w:rsid w:val="00C90A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t-EE"/>
    </w:rPr>
  </w:style>
  <w:style w:type="character" w:styleId="Strong">
    <w:name w:val="Strong"/>
    <w:basedOn w:val="DefaultParagraphFont"/>
    <w:uiPriority w:val="22"/>
    <w:qFormat/>
    <w:rsid w:val="002945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6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s\Dropbox\Projektid\SKAIS2\Pakkumus_Arhitektuurianal&#252;&#252;s.dotx" TargetMode="External"/></Relationships>
</file>

<file path=word/theme/theme1.xml><?xml version="1.0" encoding="utf-8"?>
<a:theme xmlns:a="http://schemas.openxmlformats.org/drawingml/2006/main" name="Title">
  <a:themeElements>
    <a:clrScheme name="Nortal">
      <a:dk1>
        <a:srgbClr val="000000"/>
      </a:dk1>
      <a:lt1>
        <a:srgbClr val="FFFFFF"/>
      </a:lt1>
      <a:dk2>
        <a:srgbClr val="009639"/>
      </a:dk2>
      <a:lt2>
        <a:srgbClr val="FFFFFF"/>
      </a:lt2>
      <a:accent1>
        <a:srgbClr val="009639"/>
      </a:accent1>
      <a:accent2>
        <a:srgbClr val="783CBD"/>
      </a:accent2>
      <a:accent3>
        <a:srgbClr val="00613A"/>
      </a:accent3>
      <a:accent4>
        <a:srgbClr val="9778D3"/>
      </a:accent4>
      <a:accent5>
        <a:srgbClr val="79E294"/>
      </a:accent5>
      <a:accent6>
        <a:srgbClr val="B6B4DF"/>
      </a:accent6>
      <a:hlink>
        <a:srgbClr val="783BBD"/>
      </a:hlink>
      <a:folHlink>
        <a:srgbClr val="783BBD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PT_template_blank" id="{864D2DAA-21F6-46C3-9AF1-82387E166ACF}" vid="{FEF88E13-B46E-4B6B-9A52-770D86FB66A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147efe-a4e6-44e6-9d5b-2bfda44c4ce3">
      <Terms xmlns="http://schemas.microsoft.com/office/infopath/2007/PartnerControls"/>
    </lcf76f155ced4ddcb4097134ff3c332f>
    <TaxCatchAll xmlns="604a1da2-b645-469e-a414-a21ad20b7167" xsi:nil="true"/>
    <_Flow_SignoffStatus xmlns="b0147efe-a4e6-44e6-9d5b-2bfda44c4ce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967A6021B1CE4DA24B700FD7EFC319" ma:contentTypeVersion="19" ma:contentTypeDescription="Create a new document." ma:contentTypeScope="" ma:versionID="98ebc1cf79ebbfd7fc1950b5a5486815">
  <xsd:schema xmlns:xsd="http://www.w3.org/2001/XMLSchema" xmlns:xs="http://www.w3.org/2001/XMLSchema" xmlns:p="http://schemas.microsoft.com/office/2006/metadata/properties" xmlns:ns2="604a1da2-b645-469e-a414-a21ad20b7167" xmlns:ns3="b0147efe-a4e6-44e6-9d5b-2bfda44c4ce3" targetNamespace="http://schemas.microsoft.com/office/2006/metadata/properties" ma:root="true" ma:fieldsID="ea5fdcd79516939f99f57606e35ed3f2" ns2:_="" ns3:_="">
    <xsd:import namespace="604a1da2-b645-469e-a414-a21ad20b7167"/>
    <xsd:import namespace="b0147efe-a4e6-44e6-9d5b-2bfda44c4c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4a1da2-b645-469e-a414-a21ad20b716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95d3be-0994-493b-aec9-dce61e64c71f}" ma:internalName="TaxCatchAll" ma:showField="CatchAllData" ma:web="604a1da2-b645-469e-a414-a21ad20b71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47efe-a4e6-44e6-9d5b-2bfda44c4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4220234-fab0-4033-9cd3-097779138a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Lõpetamise olek" ma:internalName="L_x00f5_petamise_x0020_olek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B366EA-A3F2-4B0B-8C70-DED674524D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C6B6F5-CA53-4918-9855-E766AA1890BC}">
  <ds:schemaRefs>
    <ds:schemaRef ds:uri="http://schemas.microsoft.com/office/2006/metadata/properties"/>
    <ds:schemaRef ds:uri="http://schemas.microsoft.com/office/infopath/2007/PartnerControls"/>
    <ds:schemaRef ds:uri="b0147efe-a4e6-44e6-9d5b-2bfda44c4ce3"/>
    <ds:schemaRef ds:uri="604a1da2-b645-469e-a414-a21ad20b7167"/>
  </ds:schemaRefs>
</ds:datastoreItem>
</file>

<file path=customXml/itemProps3.xml><?xml version="1.0" encoding="utf-8"?>
<ds:datastoreItem xmlns:ds="http://schemas.openxmlformats.org/officeDocument/2006/customXml" ds:itemID="{D2B4AC70-79B7-4F60-A018-B5742546CF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7D73D5-A72D-4D9A-8EC8-55158CE49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4a1da2-b645-469e-a414-a21ad20b7167"/>
    <ds:schemaRef ds:uri="b0147efe-a4e6-44e6-9d5b-2bfda44c4c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Pakkumus_Arhitektuurianalüüs</Template>
  <TotalTime>34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Nortal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Leivategija</dc:creator>
  <cp:keywords/>
  <dc:description/>
  <cp:lastModifiedBy>Marjana Lazarenkov</cp:lastModifiedBy>
  <cp:revision>39</cp:revision>
  <cp:lastPrinted>2020-09-08T02:46:00Z</cp:lastPrinted>
  <dcterms:created xsi:type="dcterms:W3CDTF">2021-04-19T20:36:00Z</dcterms:created>
  <dcterms:modified xsi:type="dcterms:W3CDTF">2024-06-27T07:34:00Z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0x0101001CCF8B5B7113DB4CB8EC709C6BAFE23C</vt:lpwstr>
  </property>
  <property fmtid="{D5CDD505-2E9C-101B-9397-08002B2CF9AE}" pid="3" name="MediaServiceImageTags">
    <vt:lpwstr/>
  </property>
</Properties>
</file>